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263BF326" w:rsidR="0035531B" w:rsidRDefault="0035531B" w:rsidP="00EB46E5">
      <w:pPr>
        <w:pStyle w:val="Titul2"/>
      </w:pPr>
      <w:r w:rsidRPr="00281BB5">
        <w:t>„</w:t>
      </w:r>
      <w:r w:rsidR="00281BB5" w:rsidRPr="00281BB5">
        <w:t>Doplněn</w:t>
      </w:r>
      <w:r w:rsidR="00281BB5">
        <w:t xml:space="preserve">í závor na přejezdu P3340 trati </w:t>
      </w:r>
      <w:r w:rsidR="00281BB5" w:rsidRPr="00281BB5">
        <w:t>Lovosice - Česká Lípa</w:t>
      </w:r>
      <w:r w:rsidRPr="00281BB5">
        <w:t>“</w:t>
      </w:r>
    </w:p>
    <w:p w14:paraId="152849FF" w14:textId="77777777" w:rsidR="00AD0C7B" w:rsidRPr="006C2343" w:rsidRDefault="00AD0C7B" w:rsidP="00EB46E5">
      <w:pPr>
        <w:pStyle w:val="Titul2"/>
      </w:pPr>
    </w:p>
    <w:p w14:paraId="45AB7781" w14:textId="5CB8167F" w:rsidR="00F46EA7" w:rsidRDefault="00F46EA7" w:rsidP="00281BB5">
      <w:pPr>
        <w:pStyle w:val="Text1-1"/>
        <w:numPr>
          <w:ilvl w:val="0"/>
          <w:numId w:val="0"/>
        </w:numPr>
        <w:tabs>
          <w:tab w:val="left" w:pos="708"/>
        </w:tabs>
        <w:ind w:left="737" w:hanging="737"/>
      </w:pPr>
      <w:r>
        <w:t xml:space="preserve">Č.j. </w:t>
      </w:r>
      <w:r w:rsidR="00281BB5">
        <w:t>1473/2023-SŽ-SSZ-OVZ</w:t>
      </w:r>
    </w:p>
    <w:p w14:paraId="5E146EB9" w14:textId="64EBAF6D" w:rsidR="00826B7B" w:rsidRDefault="00826B7B" w:rsidP="006C2343">
      <w:pPr>
        <w:pStyle w:val="Titul2"/>
      </w:pPr>
    </w:p>
    <w:p w14:paraId="40B5D266" w14:textId="1A5558D1" w:rsidR="00281BB5" w:rsidRDefault="00281BB5" w:rsidP="006C2343">
      <w:pPr>
        <w:pStyle w:val="Titul2"/>
      </w:pPr>
    </w:p>
    <w:p w14:paraId="573D0186" w14:textId="5A7042FA" w:rsidR="00281BB5" w:rsidRDefault="00281BB5" w:rsidP="006C2343">
      <w:pPr>
        <w:pStyle w:val="Titul2"/>
      </w:pPr>
    </w:p>
    <w:p w14:paraId="1FC64DBC" w14:textId="15A0E1C4" w:rsidR="00281BB5" w:rsidRDefault="00281BB5" w:rsidP="006C2343">
      <w:pPr>
        <w:pStyle w:val="Titul2"/>
      </w:pPr>
    </w:p>
    <w:p w14:paraId="5801E615" w14:textId="5BE49137" w:rsidR="00281BB5" w:rsidRDefault="00281BB5" w:rsidP="006C2343">
      <w:pPr>
        <w:pStyle w:val="Titul2"/>
      </w:pPr>
    </w:p>
    <w:p w14:paraId="6AA3BFCC" w14:textId="2701E6A1" w:rsidR="00281BB5" w:rsidRDefault="00281BB5" w:rsidP="006C2343">
      <w:pPr>
        <w:pStyle w:val="Titul2"/>
      </w:pPr>
    </w:p>
    <w:p w14:paraId="7A1288CD" w14:textId="28A94AC0" w:rsidR="00281BB5" w:rsidRDefault="00281BB5"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03198F" w14:textId="77777777" w:rsidR="001F0B6F" w:rsidRDefault="001F0B6F" w:rsidP="001F0B6F">
      <w:pPr>
        <w:pStyle w:val="Zpat"/>
        <w:tabs>
          <w:tab w:val="left" w:pos="6772"/>
        </w:tabs>
        <w:rPr>
          <w:sz w:val="2"/>
          <w:szCs w:val="2"/>
        </w:rPr>
      </w:pPr>
    </w:p>
    <w:p w14:paraId="051B6C6D" w14:textId="7675ED98" w:rsidR="00BD7E91" w:rsidRDefault="00BD7E91" w:rsidP="00FE4333">
      <w:pPr>
        <w:pStyle w:val="Nadpisbezsl1-1"/>
      </w:pPr>
      <w:r>
        <w:t>Obsah</w:t>
      </w:r>
      <w:r w:rsidR="00887F36">
        <w:t xml:space="preserve"> </w:t>
      </w:r>
    </w:p>
    <w:p w14:paraId="38039991" w14:textId="364EAF9A" w:rsidR="00D308EE"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25113896" w:history="1">
        <w:r w:rsidR="00D308EE" w:rsidRPr="007C649B">
          <w:rPr>
            <w:rStyle w:val="Hypertextovodkaz"/>
          </w:rPr>
          <w:t>1.</w:t>
        </w:r>
        <w:r w:rsidR="00D308EE">
          <w:rPr>
            <w:rFonts w:eastAsiaTheme="minorEastAsia"/>
            <w:caps w:val="0"/>
            <w:noProof/>
            <w:sz w:val="22"/>
            <w:szCs w:val="22"/>
            <w:lang w:eastAsia="cs-CZ"/>
          </w:rPr>
          <w:tab/>
        </w:r>
        <w:r w:rsidR="00D308EE" w:rsidRPr="007C649B">
          <w:rPr>
            <w:rStyle w:val="Hypertextovodkaz"/>
          </w:rPr>
          <w:t>ÚVODNÍ USTANOVENÍ</w:t>
        </w:r>
        <w:r w:rsidR="00D308EE">
          <w:rPr>
            <w:noProof/>
            <w:webHidden/>
          </w:rPr>
          <w:tab/>
        </w:r>
        <w:r w:rsidR="00D308EE">
          <w:rPr>
            <w:noProof/>
            <w:webHidden/>
          </w:rPr>
          <w:fldChar w:fldCharType="begin"/>
        </w:r>
        <w:r w:rsidR="00D308EE">
          <w:rPr>
            <w:noProof/>
            <w:webHidden/>
          </w:rPr>
          <w:instrText xml:space="preserve"> PAGEREF _Toc125113896 \h </w:instrText>
        </w:r>
        <w:r w:rsidR="00D308EE">
          <w:rPr>
            <w:noProof/>
            <w:webHidden/>
          </w:rPr>
        </w:r>
        <w:r w:rsidR="00D308EE">
          <w:rPr>
            <w:noProof/>
            <w:webHidden/>
          </w:rPr>
          <w:fldChar w:fldCharType="separate"/>
        </w:r>
        <w:r w:rsidR="00D308EE">
          <w:rPr>
            <w:noProof/>
            <w:webHidden/>
          </w:rPr>
          <w:t>3</w:t>
        </w:r>
        <w:r w:rsidR="00D308EE">
          <w:rPr>
            <w:noProof/>
            <w:webHidden/>
          </w:rPr>
          <w:fldChar w:fldCharType="end"/>
        </w:r>
      </w:hyperlink>
    </w:p>
    <w:p w14:paraId="7D271D4C" w14:textId="24FF9F12" w:rsidR="00D308EE" w:rsidRDefault="00D308EE">
      <w:pPr>
        <w:pStyle w:val="Obsah1"/>
        <w:rPr>
          <w:rFonts w:eastAsiaTheme="minorEastAsia"/>
          <w:caps w:val="0"/>
          <w:noProof/>
          <w:sz w:val="22"/>
          <w:szCs w:val="22"/>
          <w:lang w:eastAsia="cs-CZ"/>
        </w:rPr>
      </w:pPr>
      <w:hyperlink w:anchor="_Toc125113897" w:history="1">
        <w:r w:rsidRPr="007C649B">
          <w:rPr>
            <w:rStyle w:val="Hypertextovodkaz"/>
          </w:rPr>
          <w:t>2.</w:t>
        </w:r>
        <w:r>
          <w:rPr>
            <w:rFonts w:eastAsiaTheme="minorEastAsia"/>
            <w:caps w:val="0"/>
            <w:noProof/>
            <w:sz w:val="22"/>
            <w:szCs w:val="22"/>
            <w:lang w:eastAsia="cs-CZ"/>
          </w:rPr>
          <w:tab/>
        </w:r>
        <w:r w:rsidRPr="007C649B">
          <w:rPr>
            <w:rStyle w:val="Hypertextovodkaz"/>
          </w:rPr>
          <w:t>IDENTIFIKAČNÍ ÚDAJE ZADAVATELE</w:t>
        </w:r>
        <w:r>
          <w:rPr>
            <w:noProof/>
            <w:webHidden/>
          </w:rPr>
          <w:tab/>
        </w:r>
        <w:r>
          <w:rPr>
            <w:noProof/>
            <w:webHidden/>
          </w:rPr>
          <w:fldChar w:fldCharType="begin"/>
        </w:r>
        <w:r>
          <w:rPr>
            <w:noProof/>
            <w:webHidden/>
          </w:rPr>
          <w:instrText xml:space="preserve"> PAGEREF _Toc125113897 \h </w:instrText>
        </w:r>
        <w:r>
          <w:rPr>
            <w:noProof/>
            <w:webHidden/>
          </w:rPr>
        </w:r>
        <w:r>
          <w:rPr>
            <w:noProof/>
            <w:webHidden/>
          </w:rPr>
          <w:fldChar w:fldCharType="separate"/>
        </w:r>
        <w:r>
          <w:rPr>
            <w:noProof/>
            <w:webHidden/>
          </w:rPr>
          <w:t>3</w:t>
        </w:r>
        <w:r>
          <w:rPr>
            <w:noProof/>
            <w:webHidden/>
          </w:rPr>
          <w:fldChar w:fldCharType="end"/>
        </w:r>
      </w:hyperlink>
    </w:p>
    <w:p w14:paraId="609BF3B4" w14:textId="2FC3F6AF" w:rsidR="00D308EE" w:rsidRDefault="00D308EE">
      <w:pPr>
        <w:pStyle w:val="Obsah1"/>
        <w:rPr>
          <w:rFonts w:eastAsiaTheme="minorEastAsia"/>
          <w:caps w:val="0"/>
          <w:noProof/>
          <w:sz w:val="22"/>
          <w:szCs w:val="22"/>
          <w:lang w:eastAsia="cs-CZ"/>
        </w:rPr>
      </w:pPr>
      <w:hyperlink w:anchor="_Toc125113898" w:history="1">
        <w:r w:rsidRPr="007C649B">
          <w:rPr>
            <w:rStyle w:val="Hypertextovodkaz"/>
          </w:rPr>
          <w:t>3.</w:t>
        </w:r>
        <w:r>
          <w:rPr>
            <w:rFonts w:eastAsiaTheme="minorEastAsia"/>
            <w:caps w:val="0"/>
            <w:noProof/>
            <w:sz w:val="22"/>
            <w:szCs w:val="22"/>
            <w:lang w:eastAsia="cs-CZ"/>
          </w:rPr>
          <w:tab/>
        </w:r>
        <w:r w:rsidRPr="007C649B">
          <w:rPr>
            <w:rStyle w:val="Hypertextovodkaz"/>
          </w:rPr>
          <w:t>KOMUNIKACE MEZI ZADAVATELEM a DODAVATELEM</w:t>
        </w:r>
        <w:r>
          <w:rPr>
            <w:noProof/>
            <w:webHidden/>
          </w:rPr>
          <w:tab/>
        </w:r>
        <w:r>
          <w:rPr>
            <w:noProof/>
            <w:webHidden/>
          </w:rPr>
          <w:fldChar w:fldCharType="begin"/>
        </w:r>
        <w:r>
          <w:rPr>
            <w:noProof/>
            <w:webHidden/>
          </w:rPr>
          <w:instrText xml:space="preserve"> PAGEREF _Toc125113898 \h </w:instrText>
        </w:r>
        <w:r>
          <w:rPr>
            <w:noProof/>
            <w:webHidden/>
          </w:rPr>
        </w:r>
        <w:r>
          <w:rPr>
            <w:noProof/>
            <w:webHidden/>
          </w:rPr>
          <w:fldChar w:fldCharType="separate"/>
        </w:r>
        <w:r>
          <w:rPr>
            <w:noProof/>
            <w:webHidden/>
          </w:rPr>
          <w:t>4</w:t>
        </w:r>
        <w:r>
          <w:rPr>
            <w:noProof/>
            <w:webHidden/>
          </w:rPr>
          <w:fldChar w:fldCharType="end"/>
        </w:r>
      </w:hyperlink>
    </w:p>
    <w:p w14:paraId="59E12D69" w14:textId="13257866" w:rsidR="00D308EE" w:rsidRDefault="00D308EE">
      <w:pPr>
        <w:pStyle w:val="Obsah1"/>
        <w:rPr>
          <w:rFonts w:eastAsiaTheme="minorEastAsia"/>
          <w:caps w:val="0"/>
          <w:noProof/>
          <w:sz w:val="22"/>
          <w:szCs w:val="22"/>
          <w:lang w:eastAsia="cs-CZ"/>
        </w:rPr>
      </w:pPr>
      <w:hyperlink w:anchor="_Toc125113899" w:history="1">
        <w:r w:rsidRPr="007C649B">
          <w:rPr>
            <w:rStyle w:val="Hypertextovodkaz"/>
          </w:rPr>
          <w:t>4.</w:t>
        </w:r>
        <w:r>
          <w:rPr>
            <w:rFonts w:eastAsiaTheme="minorEastAsia"/>
            <w:caps w:val="0"/>
            <w:noProof/>
            <w:sz w:val="22"/>
            <w:szCs w:val="22"/>
            <w:lang w:eastAsia="cs-CZ"/>
          </w:rPr>
          <w:tab/>
        </w:r>
        <w:r w:rsidRPr="007C649B">
          <w:rPr>
            <w:rStyle w:val="Hypertextovodkaz"/>
          </w:rPr>
          <w:t>ÚČEL A PŘEDMĚT PLNĚNÍ VEŘEJNÉ ZAKÁZKY</w:t>
        </w:r>
        <w:r>
          <w:rPr>
            <w:noProof/>
            <w:webHidden/>
          </w:rPr>
          <w:tab/>
        </w:r>
        <w:r>
          <w:rPr>
            <w:noProof/>
            <w:webHidden/>
          </w:rPr>
          <w:fldChar w:fldCharType="begin"/>
        </w:r>
        <w:r>
          <w:rPr>
            <w:noProof/>
            <w:webHidden/>
          </w:rPr>
          <w:instrText xml:space="preserve"> PAGEREF _Toc125113899 \h </w:instrText>
        </w:r>
        <w:r>
          <w:rPr>
            <w:noProof/>
            <w:webHidden/>
          </w:rPr>
        </w:r>
        <w:r>
          <w:rPr>
            <w:noProof/>
            <w:webHidden/>
          </w:rPr>
          <w:fldChar w:fldCharType="separate"/>
        </w:r>
        <w:r>
          <w:rPr>
            <w:noProof/>
            <w:webHidden/>
          </w:rPr>
          <w:t>4</w:t>
        </w:r>
        <w:r>
          <w:rPr>
            <w:noProof/>
            <w:webHidden/>
          </w:rPr>
          <w:fldChar w:fldCharType="end"/>
        </w:r>
      </w:hyperlink>
    </w:p>
    <w:p w14:paraId="2E97FA00" w14:textId="674B7358" w:rsidR="00D308EE" w:rsidRDefault="00D308EE">
      <w:pPr>
        <w:pStyle w:val="Obsah1"/>
        <w:rPr>
          <w:rFonts w:eastAsiaTheme="minorEastAsia"/>
          <w:caps w:val="0"/>
          <w:noProof/>
          <w:sz w:val="22"/>
          <w:szCs w:val="22"/>
          <w:lang w:eastAsia="cs-CZ"/>
        </w:rPr>
      </w:pPr>
      <w:hyperlink w:anchor="_Toc125113900" w:history="1">
        <w:r w:rsidRPr="007C649B">
          <w:rPr>
            <w:rStyle w:val="Hypertextovodkaz"/>
          </w:rPr>
          <w:t>5.</w:t>
        </w:r>
        <w:r>
          <w:rPr>
            <w:rFonts w:eastAsiaTheme="minorEastAsia"/>
            <w:caps w:val="0"/>
            <w:noProof/>
            <w:sz w:val="22"/>
            <w:szCs w:val="22"/>
            <w:lang w:eastAsia="cs-CZ"/>
          </w:rPr>
          <w:tab/>
        </w:r>
        <w:r w:rsidRPr="007C649B">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_Toc125113900 \h </w:instrText>
        </w:r>
        <w:r>
          <w:rPr>
            <w:noProof/>
            <w:webHidden/>
          </w:rPr>
        </w:r>
        <w:r>
          <w:rPr>
            <w:noProof/>
            <w:webHidden/>
          </w:rPr>
          <w:fldChar w:fldCharType="separate"/>
        </w:r>
        <w:r>
          <w:rPr>
            <w:noProof/>
            <w:webHidden/>
          </w:rPr>
          <w:t>4</w:t>
        </w:r>
        <w:r>
          <w:rPr>
            <w:noProof/>
            <w:webHidden/>
          </w:rPr>
          <w:fldChar w:fldCharType="end"/>
        </w:r>
      </w:hyperlink>
    </w:p>
    <w:p w14:paraId="175E9836" w14:textId="645BF647" w:rsidR="00D308EE" w:rsidRDefault="00D308EE">
      <w:pPr>
        <w:pStyle w:val="Obsah1"/>
        <w:rPr>
          <w:rFonts w:eastAsiaTheme="minorEastAsia"/>
          <w:caps w:val="0"/>
          <w:noProof/>
          <w:sz w:val="22"/>
          <w:szCs w:val="22"/>
          <w:lang w:eastAsia="cs-CZ"/>
        </w:rPr>
      </w:pPr>
      <w:hyperlink w:anchor="_Toc125113901" w:history="1">
        <w:r w:rsidRPr="007C649B">
          <w:rPr>
            <w:rStyle w:val="Hypertextovodkaz"/>
          </w:rPr>
          <w:t>6.</w:t>
        </w:r>
        <w:r>
          <w:rPr>
            <w:rFonts w:eastAsiaTheme="minorEastAsia"/>
            <w:caps w:val="0"/>
            <w:noProof/>
            <w:sz w:val="22"/>
            <w:szCs w:val="22"/>
            <w:lang w:eastAsia="cs-CZ"/>
          </w:rPr>
          <w:tab/>
        </w:r>
        <w:r w:rsidRPr="007C649B">
          <w:rPr>
            <w:rStyle w:val="Hypertextovodkaz"/>
          </w:rPr>
          <w:t>OBSAH ZADÁVACÍ DOKUMENTACE</w:t>
        </w:r>
        <w:r>
          <w:rPr>
            <w:noProof/>
            <w:webHidden/>
          </w:rPr>
          <w:tab/>
        </w:r>
        <w:r>
          <w:rPr>
            <w:noProof/>
            <w:webHidden/>
          </w:rPr>
          <w:fldChar w:fldCharType="begin"/>
        </w:r>
        <w:r>
          <w:rPr>
            <w:noProof/>
            <w:webHidden/>
          </w:rPr>
          <w:instrText xml:space="preserve"> PAGEREF _Toc125113901 \h </w:instrText>
        </w:r>
        <w:r>
          <w:rPr>
            <w:noProof/>
            <w:webHidden/>
          </w:rPr>
        </w:r>
        <w:r>
          <w:rPr>
            <w:noProof/>
            <w:webHidden/>
          </w:rPr>
          <w:fldChar w:fldCharType="separate"/>
        </w:r>
        <w:r>
          <w:rPr>
            <w:noProof/>
            <w:webHidden/>
          </w:rPr>
          <w:t>5</w:t>
        </w:r>
        <w:r>
          <w:rPr>
            <w:noProof/>
            <w:webHidden/>
          </w:rPr>
          <w:fldChar w:fldCharType="end"/>
        </w:r>
      </w:hyperlink>
    </w:p>
    <w:p w14:paraId="23020AAA" w14:textId="2691B144" w:rsidR="00D308EE" w:rsidRDefault="00D308EE">
      <w:pPr>
        <w:pStyle w:val="Obsah1"/>
        <w:rPr>
          <w:rFonts w:eastAsiaTheme="minorEastAsia"/>
          <w:caps w:val="0"/>
          <w:noProof/>
          <w:sz w:val="22"/>
          <w:szCs w:val="22"/>
          <w:lang w:eastAsia="cs-CZ"/>
        </w:rPr>
      </w:pPr>
      <w:hyperlink w:anchor="_Toc125113902" w:history="1">
        <w:r w:rsidRPr="007C649B">
          <w:rPr>
            <w:rStyle w:val="Hypertextovodkaz"/>
          </w:rPr>
          <w:t>7.</w:t>
        </w:r>
        <w:r>
          <w:rPr>
            <w:rFonts w:eastAsiaTheme="minorEastAsia"/>
            <w:caps w:val="0"/>
            <w:noProof/>
            <w:sz w:val="22"/>
            <w:szCs w:val="22"/>
            <w:lang w:eastAsia="cs-CZ"/>
          </w:rPr>
          <w:tab/>
        </w:r>
        <w:r w:rsidRPr="007C649B">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_Toc125113902 \h </w:instrText>
        </w:r>
        <w:r>
          <w:rPr>
            <w:noProof/>
            <w:webHidden/>
          </w:rPr>
        </w:r>
        <w:r>
          <w:rPr>
            <w:noProof/>
            <w:webHidden/>
          </w:rPr>
          <w:fldChar w:fldCharType="separate"/>
        </w:r>
        <w:r>
          <w:rPr>
            <w:noProof/>
            <w:webHidden/>
          </w:rPr>
          <w:t>5</w:t>
        </w:r>
        <w:r>
          <w:rPr>
            <w:noProof/>
            <w:webHidden/>
          </w:rPr>
          <w:fldChar w:fldCharType="end"/>
        </w:r>
      </w:hyperlink>
    </w:p>
    <w:p w14:paraId="205FD455" w14:textId="518497C3" w:rsidR="00D308EE" w:rsidRDefault="00D308EE">
      <w:pPr>
        <w:pStyle w:val="Obsah1"/>
        <w:rPr>
          <w:rFonts w:eastAsiaTheme="minorEastAsia"/>
          <w:caps w:val="0"/>
          <w:noProof/>
          <w:sz w:val="22"/>
          <w:szCs w:val="22"/>
          <w:lang w:eastAsia="cs-CZ"/>
        </w:rPr>
      </w:pPr>
      <w:hyperlink w:anchor="_Toc125113903" w:history="1">
        <w:r w:rsidRPr="007C649B">
          <w:rPr>
            <w:rStyle w:val="Hypertextovodkaz"/>
          </w:rPr>
          <w:t>8.</w:t>
        </w:r>
        <w:r>
          <w:rPr>
            <w:rFonts w:eastAsiaTheme="minorEastAsia"/>
            <w:caps w:val="0"/>
            <w:noProof/>
            <w:sz w:val="22"/>
            <w:szCs w:val="22"/>
            <w:lang w:eastAsia="cs-CZ"/>
          </w:rPr>
          <w:tab/>
        </w:r>
        <w:r w:rsidRPr="007C649B">
          <w:rPr>
            <w:rStyle w:val="Hypertextovodkaz"/>
          </w:rPr>
          <w:t>POŽADAVKY ZADAVATELE NA KVALIFIKACI</w:t>
        </w:r>
        <w:r>
          <w:rPr>
            <w:noProof/>
            <w:webHidden/>
          </w:rPr>
          <w:tab/>
        </w:r>
        <w:r>
          <w:rPr>
            <w:noProof/>
            <w:webHidden/>
          </w:rPr>
          <w:fldChar w:fldCharType="begin"/>
        </w:r>
        <w:r>
          <w:rPr>
            <w:noProof/>
            <w:webHidden/>
          </w:rPr>
          <w:instrText xml:space="preserve"> PAGEREF _Toc125113903 \h </w:instrText>
        </w:r>
        <w:r>
          <w:rPr>
            <w:noProof/>
            <w:webHidden/>
          </w:rPr>
        </w:r>
        <w:r>
          <w:rPr>
            <w:noProof/>
            <w:webHidden/>
          </w:rPr>
          <w:fldChar w:fldCharType="separate"/>
        </w:r>
        <w:r>
          <w:rPr>
            <w:noProof/>
            <w:webHidden/>
          </w:rPr>
          <w:t>6</w:t>
        </w:r>
        <w:r>
          <w:rPr>
            <w:noProof/>
            <w:webHidden/>
          </w:rPr>
          <w:fldChar w:fldCharType="end"/>
        </w:r>
      </w:hyperlink>
    </w:p>
    <w:p w14:paraId="176179AD" w14:textId="15A13307" w:rsidR="00D308EE" w:rsidRDefault="00D308EE">
      <w:pPr>
        <w:pStyle w:val="Obsah1"/>
        <w:rPr>
          <w:rFonts w:eastAsiaTheme="minorEastAsia"/>
          <w:caps w:val="0"/>
          <w:noProof/>
          <w:sz w:val="22"/>
          <w:szCs w:val="22"/>
          <w:lang w:eastAsia="cs-CZ"/>
        </w:rPr>
      </w:pPr>
      <w:hyperlink w:anchor="_Toc125113904" w:history="1">
        <w:r w:rsidRPr="007C649B">
          <w:rPr>
            <w:rStyle w:val="Hypertextovodkaz"/>
          </w:rPr>
          <w:t>9.</w:t>
        </w:r>
        <w:r>
          <w:rPr>
            <w:rFonts w:eastAsiaTheme="minorEastAsia"/>
            <w:caps w:val="0"/>
            <w:noProof/>
            <w:sz w:val="22"/>
            <w:szCs w:val="22"/>
            <w:lang w:eastAsia="cs-CZ"/>
          </w:rPr>
          <w:tab/>
        </w:r>
        <w:r w:rsidRPr="007C649B">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_Toc125113904 \h </w:instrText>
        </w:r>
        <w:r>
          <w:rPr>
            <w:noProof/>
            <w:webHidden/>
          </w:rPr>
        </w:r>
        <w:r>
          <w:rPr>
            <w:noProof/>
            <w:webHidden/>
          </w:rPr>
          <w:fldChar w:fldCharType="separate"/>
        </w:r>
        <w:r>
          <w:rPr>
            <w:noProof/>
            <w:webHidden/>
          </w:rPr>
          <w:t>16</w:t>
        </w:r>
        <w:r>
          <w:rPr>
            <w:noProof/>
            <w:webHidden/>
          </w:rPr>
          <w:fldChar w:fldCharType="end"/>
        </w:r>
      </w:hyperlink>
    </w:p>
    <w:p w14:paraId="1185AF8D" w14:textId="4F02B2F9" w:rsidR="00D308EE" w:rsidRDefault="00D308EE">
      <w:pPr>
        <w:pStyle w:val="Obsah1"/>
        <w:rPr>
          <w:rFonts w:eastAsiaTheme="minorEastAsia"/>
          <w:caps w:val="0"/>
          <w:noProof/>
          <w:sz w:val="22"/>
          <w:szCs w:val="22"/>
          <w:lang w:eastAsia="cs-CZ"/>
        </w:rPr>
      </w:pPr>
      <w:hyperlink w:anchor="_Toc125113905" w:history="1">
        <w:r w:rsidRPr="007C649B">
          <w:rPr>
            <w:rStyle w:val="Hypertextovodkaz"/>
          </w:rPr>
          <w:t>10.</w:t>
        </w:r>
        <w:r>
          <w:rPr>
            <w:rFonts w:eastAsiaTheme="minorEastAsia"/>
            <w:caps w:val="0"/>
            <w:noProof/>
            <w:sz w:val="22"/>
            <w:szCs w:val="22"/>
            <w:lang w:eastAsia="cs-CZ"/>
          </w:rPr>
          <w:tab/>
        </w:r>
        <w:r w:rsidRPr="007C649B">
          <w:rPr>
            <w:rStyle w:val="Hypertextovodkaz"/>
          </w:rPr>
          <w:t>PROHLÍDKA MÍSTA PLNĚNÍ (STAVENIŠTĚ)</w:t>
        </w:r>
        <w:r>
          <w:rPr>
            <w:noProof/>
            <w:webHidden/>
          </w:rPr>
          <w:tab/>
        </w:r>
        <w:r>
          <w:rPr>
            <w:noProof/>
            <w:webHidden/>
          </w:rPr>
          <w:fldChar w:fldCharType="begin"/>
        </w:r>
        <w:r>
          <w:rPr>
            <w:noProof/>
            <w:webHidden/>
          </w:rPr>
          <w:instrText xml:space="preserve"> PAGEREF _Toc125113905 \h </w:instrText>
        </w:r>
        <w:r>
          <w:rPr>
            <w:noProof/>
            <w:webHidden/>
          </w:rPr>
        </w:r>
        <w:r>
          <w:rPr>
            <w:noProof/>
            <w:webHidden/>
          </w:rPr>
          <w:fldChar w:fldCharType="separate"/>
        </w:r>
        <w:r>
          <w:rPr>
            <w:noProof/>
            <w:webHidden/>
          </w:rPr>
          <w:t>18</w:t>
        </w:r>
        <w:r>
          <w:rPr>
            <w:noProof/>
            <w:webHidden/>
          </w:rPr>
          <w:fldChar w:fldCharType="end"/>
        </w:r>
      </w:hyperlink>
    </w:p>
    <w:p w14:paraId="50AC758F" w14:textId="5CAC768B" w:rsidR="00D308EE" w:rsidRDefault="00D308EE">
      <w:pPr>
        <w:pStyle w:val="Obsah1"/>
        <w:rPr>
          <w:rFonts w:eastAsiaTheme="minorEastAsia"/>
          <w:caps w:val="0"/>
          <w:noProof/>
          <w:sz w:val="22"/>
          <w:szCs w:val="22"/>
          <w:lang w:eastAsia="cs-CZ"/>
        </w:rPr>
      </w:pPr>
      <w:hyperlink w:anchor="_Toc125113906" w:history="1">
        <w:r w:rsidRPr="007C649B">
          <w:rPr>
            <w:rStyle w:val="Hypertextovodkaz"/>
          </w:rPr>
          <w:t>11.</w:t>
        </w:r>
        <w:r>
          <w:rPr>
            <w:rFonts w:eastAsiaTheme="minorEastAsia"/>
            <w:caps w:val="0"/>
            <w:noProof/>
            <w:sz w:val="22"/>
            <w:szCs w:val="22"/>
            <w:lang w:eastAsia="cs-CZ"/>
          </w:rPr>
          <w:tab/>
        </w:r>
        <w:r w:rsidRPr="007C649B">
          <w:rPr>
            <w:rStyle w:val="Hypertextovodkaz"/>
          </w:rPr>
          <w:t>JAZYK NABÍDEK A KOMUNIKAČNÍ JAZYK</w:t>
        </w:r>
        <w:r>
          <w:rPr>
            <w:noProof/>
            <w:webHidden/>
          </w:rPr>
          <w:tab/>
        </w:r>
        <w:r>
          <w:rPr>
            <w:noProof/>
            <w:webHidden/>
          </w:rPr>
          <w:fldChar w:fldCharType="begin"/>
        </w:r>
        <w:r>
          <w:rPr>
            <w:noProof/>
            <w:webHidden/>
          </w:rPr>
          <w:instrText xml:space="preserve"> PAGEREF _Toc125113906 \h </w:instrText>
        </w:r>
        <w:r>
          <w:rPr>
            <w:noProof/>
            <w:webHidden/>
          </w:rPr>
        </w:r>
        <w:r>
          <w:rPr>
            <w:noProof/>
            <w:webHidden/>
          </w:rPr>
          <w:fldChar w:fldCharType="separate"/>
        </w:r>
        <w:r>
          <w:rPr>
            <w:noProof/>
            <w:webHidden/>
          </w:rPr>
          <w:t>19</w:t>
        </w:r>
        <w:r>
          <w:rPr>
            <w:noProof/>
            <w:webHidden/>
          </w:rPr>
          <w:fldChar w:fldCharType="end"/>
        </w:r>
      </w:hyperlink>
    </w:p>
    <w:p w14:paraId="0326D7C7" w14:textId="5FC6DCDE" w:rsidR="00D308EE" w:rsidRDefault="00D308EE">
      <w:pPr>
        <w:pStyle w:val="Obsah1"/>
        <w:rPr>
          <w:rFonts w:eastAsiaTheme="minorEastAsia"/>
          <w:caps w:val="0"/>
          <w:noProof/>
          <w:sz w:val="22"/>
          <w:szCs w:val="22"/>
          <w:lang w:eastAsia="cs-CZ"/>
        </w:rPr>
      </w:pPr>
      <w:hyperlink w:anchor="_Toc125113907" w:history="1">
        <w:r w:rsidRPr="007C649B">
          <w:rPr>
            <w:rStyle w:val="Hypertextovodkaz"/>
          </w:rPr>
          <w:t>12.</w:t>
        </w:r>
        <w:r>
          <w:rPr>
            <w:rFonts w:eastAsiaTheme="minorEastAsia"/>
            <w:caps w:val="0"/>
            <w:noProof/>
            <w:sz w:val="22"/>
            <w:szCs w:val="22"/>
            <w:lang w:eastAsia="cs-CZ"/>
          </w:rPr>
          <w:tab/>
        </w:r>
        <w:r w:rsidRPr="007C649B">
          <w:rPr>
            <w:rStyle w:val="Hypertextovodkaz"/>
          </w:rPr>
          <w:t>OBSAH A PODÁVÁNÍ NABÍDEK</w:t>
        </w:r>
        <w:r>
          <w:rPr>
            <w:noProof/>
            <w:webHidden/>
          </w:rPr>
          <w:tab/>
        </w:r>
        <w:r>
          <w:rPr>
            <w:noProof/>
            <w:webHidden/>
          </w:rPr>
          <w:fldChar w:fldCharType="begin"/>
        </w:r>
        <w:r>
          <w:rPr>
            <w:noProof/>
            <w:webHidden/>
          </w:rPr>
          <w:instrText xml:space="preserve"> PAGEREF _Toc125113907 \h </w:instrText>
        </w:r>
        <w:r>
          <w:rPr>
            <w:noProof/>
            <w:webHidden/>
          </w:rPr>
        </w:r>
        <w:r>
          <w:rPr>
            <w:noProof/>
            <w:webHidden/>
          </w:rPr>
          <w:fldChar w:fldCharType="separate"/>
        </w:r>
        <w:r>
          <w:rPr>
            <w:noProof/>
            <w:webHidden/>
          </w:rPr>
          <w:t>19</w:t>
        </w:r>
        <w:r>
          <w:rPr>
            <w:noProof/>
            <w:webHidden/>
          </w:rPr>
          <w:fldChar w:fldCharType="end"/>
        </w:r>
      </w:hyperlink>
    </w:p>
    <w:p w14:paraId="0430A532" w14:textId="24547350" w:rsidR="00D308EE" w:rsidRDefault="00D308EE">
      <w:pPr>
        <w:pStyle w:val="Obsah1"/>
        <w:rPr>
          <w:rFonts w:eastAsiaTheme="minorEastAsia"/>
          <w:caps w:val="0"/>
          <w:noProof/>
          <w:sz w:val="22"/>
          <w:szCs w:val="22"/>
          <w:lang w:eastAsia="cs-CZ"/>
        </w:rPr>
      </w:pPr>
      <w:hyperlink w:anchor="_Toc125113908" w:history="1">
        <w:r w:rsidRPr="007C649B">
          <w:rPr>
            <w:rStyle w:val="Hypertextovodkaz"/>
          </w:rPr>
          <w:t>13.</w:t>
        </w:r>
        <w:r>
          <w:rPr>
            <w:rFonts w:eastAsiaTheme="minorEastAsia"/>
            <w:caps w:val="0"/>
            <w:noProof/>
            <w:sz w:val="22"/>
            <w:szCs w:val="22"/>
            <w:lang w:eastAsia="cs-CZ"/>
          </w:rPr>
          <w:tab/>
        </w:r>
        <w:r w:rsidRPr="007C649B">
          <w:rPr>
            <w:rStyle w:val="Hypertextovodkaz"/>
          </w:rPr>
          <w:t>POŽADAVKY NA ZPRACOVÁNÍ NABÍDKOVÉ CENY</w:t>
        </w:r>
        <w:r>
          <w:rPr>
            <w:noProof/>
            <w:webHidden/>
          </w:rPr>
          <w:tab/>
        </w:r>
        <w:r>
          <w:rPr>
            <w:noProof/>
            <w:webHidden/>
          </w:rPr>
          <w:fldChar w:fldCharType="begin"/>
        </w:r>
        <w:r>
          <w:rPr>
            <w:noProof/>
            <w:webHidden/>
          </w:rPr>
          <w:instrText xml:space="preserve"> PAGEREF _Toc125113908 \h </w:instrText>
        </w:r>
        <w:r>
          <w:rPr>
            <w:noProof/>
            <w:webHidden/>
          </w:rPr>
        </w:r>
        <w:r>
          <w:rPr>
            <w:noProof/>
            <w:webHidden/>
          </w:rPr>
          <w:fldChar w:fldCharType="separate"/>
        </w:r>
        <w:r>
          <w:rPr>
            <w:noProof/>
            <w:webHidden/>
          </w:rPr>
          <w:t>21</w:t>
        </w:r>
        <w:r>
          <w:rPr>
            <w:noProof/>
            <w:webHidden/>
          </w:rPr>
          <w:fldChar w:fldCharType="end"/>
        </w:r>
      </w:hyperlink>
    </w:p>
    <w:p w14:paraId="593E0F9C" w14:textId="64EB689E" w:rsidR="00D308EE" w:rsidRDefault="00D308EE">
      <w:pPr>
        <w:pStyle w:val="Obsah1"/>
        <w:rPr>
          <w:rFonts w:eastAsiaTheme="minorEastAsia"/>
          <w:caps w:val="0"/>
          <w:noProof/>
          <w:sz w:val="22"/>
          <w:szCs w:val="22"/>
          <w:lang w:eastAsia="cs-CZ"/>
        </w:rPr>
      </w:pPr>
      <w:hyperlink w:anchor="_Toc125113909" w:history="1">
        <w:r w:rsidRPr="007C649B">
          <w:rPr>
            <w:rStyle w:val="Hypertextovodkaz"/>
          </w:rPr>
          <w:t>14.</w:t>
        </w:r>
        <w:r>
          <w:rPr>
            <w:rFonts w:eastAsiaTheme="minorEastAsia"/>
            <w:caps w:val="0"/>
            <w:noProof/>
            <w:sz w:val="22"/>
            <w:szCs w:val="22"/>
            <w:lang w:eastAsia="cs-CZ"/>
          </w:rPr>
          <w:tab/>
        </w:r>
        <w:r w:rsidRPr="007C649B">
          <w:rPr>
            <w:rStyle w:val="Hypertextovodkaz"/>
          </w:rPr>
          <w:t>VARIANTY NABÍDKY, VÝHRADA ZMĚNY DODAVATELE</w:t>
        </w:r>
        <w:r>
          <w:rPr>
            <w:noProof/>
            <w:webHidden/>
          </w:rPr>
          <w:tab/>
        </w:r>
        <w:r>
          <w:rPr>
            <w:noProof/>
            <w:webHidden/>
          </w:rPr>
          <w:fldChar w:fldCharType="begin"/>
        </w:r>
        <w:r>
          <w:rPr>
            <w:noProof/>
            <w:webHidden/>
          </w:rPr>
          <w:instrText xml:space="preserve"> PAGEREF _Toc125113909 \h </w:instrText>
        </w:r>
        <w:r>
          <w:rPr>
            <w:noProof/>
            <w:webHidden/>
          </w:rPr>
        </w:r>
        <w:r>
          <w:rPr>
            <w:noProof/>
            <w:webHidden/>
          </w:rPr>
          <w:fldChar w:fldCharType="separate"/>
        </w:r>
        <w:r>
          <w:rPr>
            <w:noProof/>
            <w:webHidden/>
          </w:rPr>
          <w:t>21</w:t>
        </w:r>
        <w:r>
          <w:rPr>
            <w:noProof/>
            <w:webHidden/>
          </w:rPr>
          <w:fldChar w:fldCharType="end"/>
        </w:r>
      </w:hyperlink>
    </w:p>
    <w:p w14:paraId="3CE9B718" w14:textId="1DA0220B" w:rsidR="00D308EE" w:rsidRDefault="00D308EE">
      <w:pPr>
        <w:pStyle w:val="Obsah1"/>
        <w:rPr>
          <w:rFonts w:eastAsiaTheme="minorEastAsia"/>
          <w:caps w:val="0"/>
          <w:noProof/>
          <w:sz w:val="22"/>
          <w:szCs w:val="22"/>
          <w:lang w:eastAsia="cs-CZ"/>
        </w:rPr>
      </w:pPr>
      <w:hyperlink w:anchor="_Toc125113910" w:history="1">
        <w:r w:rsidRPr="007C649B">
          <w:rPr>
            <w:rStyle w:val="Hypertextovodkaz"/>
          </w:rPr>
          <w:t>15.</w:t>
        </w:r>
        <w:r>
          <w:rPr>
            <w:rFonts w:eastAsiaTheme="minorEastAsia"/>
            <w:caps w:val="0"/>
            <w:noProof/>
            <w:sz w:val="22"/>
            <w:szCs w:val="22"/>
            <w:lang w:eastAsia="cs-CZ"/>
          </w:rPr>
          <w:tab/>
        </w:r>
        <w:r w:rsidRPr="007C649B">
          <w:rPr>
            <w:rStyle w:val="Hypertextovodkaz"/>
          </w:rPr>
          <w:t>OTEVÍRÁNÍ NABÍDEK</w:t>
        </w:r>
        <w:r>
          <w:rPr>
            <w:noProof/>
            <w:webHidden/>
          </w:rPr>
          <w:tab/>
        </w:r>
        <w:r>
          <w:rPr>
            <w:noProof/>
            <w:webHidden/>
          </w:rPr>
          <w:fldChar w:fldCharType="begin"/>
        </w:r>
        <w:r>
          <w:rPr>
            <w:noProof/>
            <w:webHidden/>
          </w:rPr>
          <w:instrText xml:space="preserve"> PAGEREF _Toc125113910 \h </w:instrText>
        </w:r>
        <w:r>
          <w:rPr>
            <w:noProof/>
            <w:webHidden/>
          </w:rPr>
        </w:r>
        <w:r>
          <w:rPr>
            <w:noProof/>
            <w:webHidden/>
          </w:rPr>
          <w:fldChar w:fldCharType="separate"/>
        </w:r>
        <w:r>
          <w:rPr>
            <w:noProof/>
            <w:webHidden/>
          </w:rPr>
          <w:t>22</w:t>
        </w:r>
        <w:r>
          <w:rPr>
            <w:noProof/>
            <w:webHidden/>
          </w:rPr>
          <w:fldChar w:fldCharType="end"/>
        </w:r>
      </w:hyperlink>
    </w:p>
    <w:p w14:paraId="6D21DFB2" w14:textId="42C6BA55" w:rsidR="00D308EE" w:rsidRDefault="00D308EE">
      <w:pPr>
        <w:pStyle w:val="Obsah1"/>
        <w:rPr>
          <w:rFonts w:eastAsiaTheme="minorEastAsia"/>
          <w:caps w:val="0"/>
          <w:noProof/>
          <w:sz w:val="22"/>
          <w:szCs w:val="22"/>
          <w:lang w:eastAsia="cs-CZ"/>
        </w:rPr>
      </w:pPr>
      <w:hyperlink w:anchor="_Toc125113911" w:history="1">
        <w:r w:rsidRPr="007C649B">
          <w:rPr>
            <w:rStyle w:val="Hypertextovodkaz"/>
          </w:rPr>
          <w:t>16.</w:t>
        </w:r>
        <w:r>
          <w:rPr>
            <w:rFonts w:eastAsiaTheme="minorEastAsia"/>
            <w:caps w:val="0"/>
            <w:noProof/>
            <w:sz w:val="22"/>
            <w:szCs w:val="22"/>
            <w:lang w:eastAsia="cs-CZ"/>
          </w:rPr>
          <w:tab/>
        </w:r>
        <w:r w:rsidRPr="007C649B">
          <w:rPr>
            <w:rStyle w:val="Hypertextovodkaz"/>
          </w:rPr>
          <w:t>POSOUZENÍ SPLNĚNÍ PODMÍNEK ÚČASTI</w:t>
        </w:r>
        <w:r>
          <w:rPr>
            <w:noProof/>
            <w:webHidden/>
          </w:rPr>
          <w:tab/>
        </w:r>
        <w:r>
          <w:rPr>
            <w:noProof/>
            <w:webHidden/>
          </w:rPr>
          <w:fldChar w:fldCharType="begin"/>
        </w:r>
        <w:r>
          <w:rPr>
            <w:noProof/>
            <w:webHidden/>
          </w:rPr>
          <w:instrText xml:space="preserve"> PAGEREF _Toc125113911 \h </w:instrText>
        </w:r>
        <w:r>
          <w:rPr>
            <w:noProof/>
            <w:webHidden/>
          </w:rPr>
        </w:r>
        <w:r>
          <w:rPr>
            <w:noProof/>
            <w:webHidden/>
          </w:rPr>
          <w:fldChar w:fldCharType="separate"/>
        </w:r>
        <w:r>
          <w:rPr>
            <w:noProof/>
            <w:webHidden/>
          </w:rPr>
          <w:t>22</w:t>
        </w:r>
        <w:r>
          <w:rPr>
            <w:noProof/>
            <w:webHidden/>
          </w:rPr>
          <w:fldChar w:fldCharType="end"/>
        </w:r>
      </w:hyperlink>
    </w:p>
    <w:p w14:paraId="478F908C" w14:textId="73D70695" w:rsidR="00D308EE" w:rsidRDefault="00D308EE">
      <w:pPr>
        <w:pStyle w:val="Obsah1"/>
        <w:rPr>
          <w:rFonts w:eastAsiaTheme="minorEastAsia"/>
          <w:caps w:val="0"/>
          <w:noProof/>
          <w:sz w:val="22"/>
          <w:szCs w:val="22"/>
          <w:lang w:eastAsia="cs-CZ"/>
        </w:rPr>
      </w:pPr>
      <w:hyperlink w:anchor="_Toc125113912" w:history="1">
        <w:r w:rsidRPr="007C649B">
          <w:rPr>
            <w:rStyle w:val="Hypertextovodkaz"/>
          </w:rPr>
          <w:t>17.</w:t>
        </w:r>
        <w:r>
          <w:rPr>
            <w:rFonts w:eastAsiaTheme="minorEastAsia"/>
            <w:caps w:val="0"/>
            <w:noProof/>
            <w:sz w:val="22"/>
            <w:szCs w:val="22"/>
            <w:lang w:eastAsia="cs-CZ"/>
          </w:rPr>
          <w:tab/>
        </w:r>
        <w:r w:rsidRPr="007C649B">
          <w:rPr>
            <w:rStyle w:val="Hypertextovodkaz"/>
          </w:rPr>
          <w:t>HODNOCENÍ NABÍDEK</w:t>
        </w:r>
        <w:r>
          <w:rPr>
            <w:noProof/>
            <w:webHidden/>
          </w:rPr>
          <w:tab/>
        </w:r>
        <w:r>
          <w:rPr>
            <w:noProof/>
            <w:webHidden/>
          </w:rPr>
          <w:fldChar w:fldCharType="begin"/>
        </w:r>
        <w:r>
          <w:rPr>
            <w:noProof/>
            <w:webHidden/>
          </w:rPr>
          <w:instrText xml:space="preserve"> PAGEREF _Toc125113912 \h </w:instrText>
        </w:r>
        <w:r>
          <w:rPr>
            <w:noProof/>
            <w:webHidden/>
          </w:rPr>
        </w:r>
        <w:r>
          <w:rPr>
            <w:noProof/>
            <w:webHidden/>
          </w:rPr>
          <w:fldChar w:fldCharType="separate"/>
        </w:r>
        <w:r>
          <w:rPr>
            <w:noProof/>
            <w:webHidden/>
          </w:rPr>
          <w:t>23</w:t>
        </w:r>
        <w:r>
          <w:rPr>
            <w:noProof/>
            <w:webHidden/>
          </w:rPr>
          <w:fldChar w:fldCharType="end"/>
        </w:r>
      </w:hyperlink>
    </w:p>
    <w:p w14:paraId="69A91F74" w14:textId="27A0B9B1" w:rsidR="00D308EE" w:rsidRDefault="00D308EE">
      <w:pPr>
        <w:pStyle w:val="Obsah1"/>
        <w:rPr>
          <w:rFonts w:eastAsiaTheme="minorEastAsia"/>
          <w:caps w:val="0"/>
          <w:noProof/>
          <w:sz w:val="22"/>
          <w:szCs w:val="22"/>
          <w:lang w:eastAsia="cs-CZ"/>
        </w:rPr>
      </w:pPr>
      <w:hyperlink w:anchor="_Toc125113913" w:history="1">
        <w:r w:rsidRPr="007C649B">
          <w:rPr>
            <w:rStyle w:val="Hypertextovodkaz"/>
          </w:rPr>
          <w:t>18.</w:t>
        </w:r>
        <w:r>
          <w:rPr>
            <w:rFonts w:eastAsiaTheme="minorEastAsia"/>
            <w:caps w:val="0"/>
            <w:noProof/>
            <w:sz w:val="22"/>
            <w:szCs w:val="22"/>
            <w:lang w:eastAsia="cs-CZ"/>
          </w:rPr>
          <w:tab/>
        </w:r>
        <w:r w:rsidRPr="007C649B">
          <w:rPr>
            <w:rStyle w:val="Hypertextovodkaz"/>
          </w:rPr>
          <w:t>ZRUŠENÍ VÝBĚROVÉHO ŘÍZENÍ</w:t>
        </w:r>
        <w:r>
          <w:rPr>
            <w:noProof/>
            <w:webHidden/>
          </w:rPr>
          <w:tab/>
        </w:r>
        <w:r>
          <w:rPr>
            <w:noProof/>
            <w:webHidden/>
          </w:rPr>
          <w:fldChar w:fldCharType="begin"/>
        </w:r>
        <w:r>
          <w:rPr>
            <w:noProof/>
            <w:webHidden/>
          </w:rPr>
          <w:instrText xml:space="preserve"> PAGEREF _Toc125113913 \h </w:instrText>
        </w:r>
        <w:r>
          <w:rPr>
            <w:noProof/>
            <w:webHidden/>
          </w:rPr>
        </w:r>
        <w:r>
          <w:rPr>
            <w:noProof/>
            <w:webHidden/>
          </w:rPr>
          <w:fldChar w:fldCharType="separate"/>
        </w:r>
        <w:r>
          <w:rPr>
            <w:noProof/>
            <w:webHidden/>
          </w:rPr>
          <w:t>24</w:t>
        </w:r>
        <w:r>
          <w:rPr>
            <w:noProof/>
            <w:webHidden/>
          </w:rPr>
          <w:fldChar w:fldCharType="end"/>
        </w:r>
      </w:hyperlink>
    </w:p>
    <w:p w14:paraId="182881C1" w14:textId="3F30B43D" w:rsidR="00D308EE" w:rsidRDefault="00D308EE">
      <w:pPr>
        <w:pStyle w:val="Obsah1"/>
        <w:rPr>
          <w:rFonts w:eastAsiaTheme="minorEastAsia"/>
          <w:caps w:val="0"/>
          <w:noProof/>
          <w:sz w:val="22"/>
          <w:szCs w:val="22"/>
          <w:lang w:eastAsia="cs-CZ"/>
        </w:rPr>
      </w:pPr>
      <w:hyperlink w:anchor="_Toc125113914" w:history="1">
        <w:r w:rsidRPr="007C649B">
          <w:rPr>
            <w:rStyle w:val="Hypertextovodkaz"/>
          </w:rPr>
          <w:t>19.</w:t>
        </w:r>
        <w:r>
          <w:rPr>
            <w:rFonts w:eastAsiaTheme="minorEastAsia"/>
            <w:caps w:val="0"/>
            <w:noProof/>
            <w:sz w:val="22"/>
            <w:szCs w:val="22"/>
            <w:lang w:eastAsia="cs-CZ"/>
          </w:rPr>
          <w:tab/>
        </w:r>
        <w:r w:rsidRPr="007C649B">
          <w:rPr>
            <w:rStyle w:val="Hypertextovodkaz"/>
          </w:rPr>
          <w:t>UZAVŘENÍ SMLOUVY</w:t>
        </w:r>
        <w:r>
          <w:rPr>
            <w:noProof/>
            <w:webHidden/>
          </w:rPr>
          <w:tab/>
        </w:r>
        <w:r>
          <w:rPr>
            <w:noProof/>
            <w:webHidden/>
          </w:rPr>
          <w:fldChar w:fldCharType="begin"/>
        </w:r>
        <w:r>
          <w:rPr>
            <w:noProof/>
            <w:webHidden/>
          </w:rPr>
          <w:instrText xml:space="preserve"> PAGEREF _Toc125113914 \h </w:instrText>
        </w:r>
        <w:r>
          <w:rPr>
            <w:noProof/>
            <w:webHidden/>
          </w:rPr>
        </w:r>
        <w:r>
          <w:rPr>
            <w:noProof/>
            <w:webHidden/>
          </w:rPr>
          <w:fldChar w:fldCharType="separate"/>
        </w:r>
        <w:r>
          <w:rPr>
            <w:noProof/>
            <w:webHidden/>
          </w:rPr>
          <w:t>24</w:t>
        </w:r>
        <w:r>
          <w:rPr>
            <w:noProof/>
            <w:webHidden/>
          </w:rPr>
          <w:fldChar w:fldCharType="end"/>
        </w:r>
      </w:hyperlink>
    </w:p>
    <w:p w14:paraId="65069012" w14:textId="2418CF13" w:rsidR="00D308EE" w:rsidRDefault="00D308EE">
      <w:pPr>
        <w:pStyle w:val="Obsah1"/>
        <w:rPr>
          <w:rFonts w:eastAsiaTheme="minorEastAsia"/>
          <w:caps w:val="0"/>
          <w:noProof/>
          <w:sz w:val="22"/>
          <w:szCs w:val="22"/>
          <w:lang w:eastAsia="cs-CZ"/>
        </w:rPr>
      </w:pPr>
      <w:hyperlink w:anchor="_Toc125113915" w:history="1">
        <w:r w:rsidRPr="007C649B">
          <w:rPr>
            <w:rStyle w:val="Hypertextovodkaz"/>
          </w:rPr>
          <w:t>20.</w:t>
        </w:r>
        <w:r>
          <w:rPr>
            <w:rFonts w:eastAsiaTheme="minorEastAsia"/>
            <w:caps w:val="0"/>
            <w:noProof/>
            <w:sz w:val="22"/>
            <w:szCs w:val="22"/>
            <w:lang w:eastAsia="cs-CZ"/>
          </w:rPr>
          <w:tab/>
        </w:r>
        <w:r w:rsidRPr="007C649B">
          <w:rPr>
            <w:rStyle w:val="Hypertextovodkaz"/>
          </w:rPr>
          <w:t>OCHRANA INFORMACÍ</w:t>
        </w:r>
        <w:r>
          <w:rPr>
            <w:noProof/>
            <w:webHidden/>
          </w:rPr>
          <w:tab/>
        </w:r>
        <w:r>
          <w:rPr>
            <w:noProof/>
            <w:webHidden/>
          </w:rPr>
          <w:fldChar w:fldCharType="begin"/>
        </w:r>
        <w:r>
          <w:rPr>
            <w:noProof/>
            <w:webHidden/>
          </w:rPr>
          <w:instrText xml:space="preserve"> PAGEREF _Toc125113915 \h </w:instrText>
        </w:r>
        <w:r>
          <w:rPr>
            <w:noProof/>
            <w:webHidden/>
          </w:rPr>
        </w:r>
        <w:r>
          <w:rPr>
            <w:noProof/>
            <w:webHidden/>
          </w:rPr>
          <w:fldChar w:fldCharType="separate"/>
        </w:r>
        <w:r>
          <w:rPr>
            <w:noProof/>
            <w:webHidden/>
          </w:rPr>
          <w:t>26</w:t>
        </w:r>
        <w:r>
          <w:rPr>
            <w:noProof/>
            <w:webHidden/>
          </w:rPr>
          <w:fldChar w:fldCharType="end"/>
        </w:r>
      </w:hyperlink>
    </w:p>
    <w:p w14:paraId="47D1DCE7" w14:textId="7E6D177C" w:rsidR="00D308EE" w:rsidRDefault="00D308EE">
      <w:pPr>
        <w:pStyle w:val="Obsah1"/>
        <w:rPr>
          <w:rFonts w:eastAsiaTheme="minorEastAsia"/>
          <w:caps w:val="0"/>
          <w:noProof/>
          <w:sz w:val="22"/>
          <w:szCs w:val="22"/>
          <w:lang w:eastAsia="cs-CZ"/>
        </w:rPr>
      </w:pPr>
      <w:hyperlink w:anchor="_Toc125113916" w:history="1">
        <w:r w:rsidRPr="007C649B">
          <w:rPr>
            <w:rStyle w:val="Hypertextovodkaz"/>
          </w:rPr>
          <w:t>21.</w:t>
        </w:r>
        <w:r>
          <w:rPr>
            <w:rFonts w:eastAsiaTheme="minorEastAsia"/>
            <w:caps w:val="0"/>
            <w:noProof/>
            <w:sz w:val="22"/>
            <w:szCs w:val="22"/>
            <w:lang w:eastAsia="cs-CZ"/>
          </w:rPr>
          <w:tab/>
        </w:r>
        <w:r w:rsidRPr="007C649B">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_Toc125113916 \h </w:instrText>
        </w:r>
        <w:r>
          <w:rPr>
            <w:noProof/>
            <w:webHidden/>
          </w:rPr>
        </w:r>
        <w:r>
          <w:rPr>
            <w:noProof/>
            <w:webHidden/>
          </w:rPr>
          <w:fldChar w:fldCharType="separate"/>
        </w:r>
        <w:r>
          <w:rPr>
            <w:noProof/>
            <w:webHidden/>
          </w:rPr>
          <w:t>27</w:t>
        </w:r>
        <w:r>
          <w:rPr>
            <w:noProof/>
            <w:webHidden/>
          </w:rPr>
          <w:fldChar w:fldCharType="end"/>
        </w:r>
      </w:hyperlink>
    </w:p>
    <w:p w14:paraId="59146601" w14:textId="5AAC7DAF" w:rsidR="00D308EE" w:rsidRDefault="00D308EE">
      <w:pPr>
        <w:pStyle w:val="Obsah1"/>
        <w:rPr>
          <w:rFonts w:eastAsiaTheme="minorEastAsia"/>
          <w:caps w:val="0"/>
          <w:noProof/>
          <w:sz w:val="22"/>
          <w:szCs w:val="22"/>
          <w:lang w:eastAsia="cs-CZ"/>
        </w:rPr>
      </w:pPr>
      <w:hyperlink w:anchor="_Toc125113917" w:history="1">
        <w:r w:rsidRPr="007C649B">
          <w:rPr>
            <w:rStyle w:val="Hypertextovodkaz"/>
          </w:rPr>
          <w:t>22.</w:t>
        </w:r>
        <w:r>
          <w:rPr>
            <w:rFonts w:eastAsiaTheme="minorEastAsia"/>
            <w:caps w:val="0"/>
            <w:noProof/>
            <w:sz w:val="22"/>
            <w:szCs w:val="22"/>
            <w:lang w:eastAsia="cs-CZ"/>
          </w:rPr>
          <w:tab/>
        </w:r>
        <w:r w:rsidRPr="007C649B">
          <w:rPr>
            <w:rStyle w:val="Hypertextovodkaz"/>
          </w:rPr>
          <w:t>Další zadávací podmínky v návaznosti na sankce v souvislosti se situací na Ukrajině</w:t>
        </w:r>
        <w:r>
          <w:rPr>
            <w:noProof/>
            <w:webHidden/>
          </w:rPr>
          <w:tab/>
        </w:r>
        <w:r>
          <w:rPr>
            <w:noProof/>
            <w:webHidden/>
          </w:rPr>
          <w:fldChar w:fldCharType="begin"/>
        </w:r>
        <w:r>
          <w:rPr>
            <w:noProof/>
            <w:webHidden/>
          </w:rPr>
          <w:instrText xml:space="preserve"> PAGEREF _Toc125113917 \h </w:instrText>
        </w:r>
        <w:r>
          <w:rPr>
            <w:noProof/>
            <w:webHidden/>
          </w:rPr>
        </w:r>
        <w:r>
          <w:rPr>
            <w:noProof/>
            <w:webHidden/>
          </w:rPr>
          <w:fldChar w:fldCharType="separate"/>
        </w:r>
        <w:r>
          <w:rPr>
            <w:noProof/>
            <w:webHidden/>
          </w:rPr>
          <w:t>27</w:t>
        </w:r>
        <w:r>
          <w:rPr>
            <w:noProof/>
            <w:webHidden/>
          </w:rPr>
          <w:fldChar w:fldCharType="end"/>
        </w:r>
      </w:hyperlink>
    </w:p>
    <w:p w14:paraId="7E9A1744" w14:textId="1A74D496" w:rsidR="00D308EE" w:rsidRDefault="00D308EE">
      <w:pPr>
        <w:pStyle w:val="Obsah1"/>
        <w:rPr>
          <w:rFonts w:eastAsiaTheme="minorEastAsia"/>
          <w:caps w:val="0"/>
          <w:noProof/>
          <w:sz w:val="22"/>
          <w:szCs w:val="22"/>
          <w:lang w:eastAsia="cs-CZ"/>
        </w:rPr>
      </w:pPr>
      <w:hyperlink w:anchor="_Toc125113918" w:history="1">
        <w:r w:rsidRPr="007C649B">
          <w:rPr>
            <w:rStyle w:val="Hypertextovodkaz"/>
          </w:rPr>
          <w:t>23.</w:t>
        </w:r>
        <w:r>
          <w:rPr>
            <w:rFonts w:eastAsiaTheme="minorEastAsia"/>
            <w:caps w:val="0"/>
            <w:noProof/>
            <w:sz w:val="22"/>
            <w:szCs w:val="22"/>
            <w:lang w:eastAsia="cs-CZ"/>
          </w:rPr>
          <w:tab/>
        </w:r>
        <w:r w:rsidRPr="007C649B">
          <w:rPr>
            <w:rStyle w:val="Hypertextovodkaz"/>
          </w:rPr>
          <w:t>PŘÍLOHY TÉTO VÝZVY</w:t>
        </w:r>
        <w:r>
          <w:rPr>
            <w:noProof/>
            <w:webHidden/>
          </w:rPr>
          <w:tab/>
        </w:r>
        <w:r>
          <w:rPr>
            <w:noProof/>
            <w:webHidden/>
          </w:rPr>
          <w:fldChar w:fldCharType="begin"/>
        </w:r>
        <w:r>
          <w:rPr>
            <w:noProof/>
            <w:webHidden/>
          </w:rPr>
          <w:instrText xml:space="preserve"> PAGEREF _Toc125113918 \h </w:instrText>
        </w:r>
        <w:r>
          <w:rPr>
            <w:noProof/>
            <w:webHidden/>
          </w:rPr>
        </w:r>
        <w:r>
          <w:rPr>
            <w:noProof/>
            <w:webHidden/>
          </w:rPr>
          <w:fldChar w:fldCharType="separate"/>
        </w:r>
        <w:r>
          <w:rPr>
            <w:noProof/>
            <w:webHidden/>
          </w:rPr>
          <w:t>28</w:t>
        </w:r>
        <w:r>
          <w:rPr>
            <w:noProof/>
            <w:webHidden/>
          </w:rPr>
          <w:fldChar w:fldCharType="end"/>
        </w:r>
      </w:hyperlink>
    </w:p>
    <w:p w14:paraId="6BCC7D72" w14:textId="214A3C9A"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21988182"/>
      <w:bookmarkStart w:id="1" w:name="_Toc389559699"/>
      <w:bookmarkStart w:id="2" w:name="_Toc397429847"/>
      <w:bookmarkStart w:id="3" w:name="_Ref433028040"/>
      <w:bookmarkStart w:id="4" w:name="_Toc1048197"/>
      <w:bookmarkStart w:id="5" w:name="_Toc125113896"/>
      <w:r>
        <w:lastRenderedPageBreak/>
        <w:t>ÚVODNÍ USTANOVENÍ</w:t>
      </w:r>
      <w:bookmarkEnd w:id="0"/>
      <w:bookmarkEnd w:id="5"/>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FB7F2AE" w14:textId="107E5206" w:rsidR="00DD7A41" w:rsidRPr="00254A51" w:rsidRDefault="00DD7A41" w:rsidP="00254A5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21988183"/>
      <w:bookmarkStart w:id="7" w:name="_Toc125113897"/>
      <w:r>
        <w:t>IDENTIFIKAČNÍ ÚDAJE ZADAVATELE</w:t>
      </w:r>
      <w:bookmarkEnd w:id="6"/>
      <w:bookmarkEnd w:id="7"/>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32DFE86" w14:textId="1AED45B0" w:rsidR="0035531B" w:rsidRDefault="0035531B" w:rsidP="00B441A2">
      <w:pPr>
        <w:pStyle w:val="Textbezslovn"/>
        <w:spacing w:after="0"/>
        <w:ind w:left="2127" w:hanging="1390"/>
      </w:pPr>
      <w:r>
        <w:t xml:space="preserve">zastoupená: </w:t>
      </w:r>
      <w:r>
        <w:tab/>
      </w:r>
      <w:r w:rsidR="00B441A2" w:rsidRPr="00B441A2">
        <w:t>Ing. Petrem Hofhanzlem, ředitelem Stavební správy západ</w:t>
      </w:r>
      <w:r w:rsidR="00B441A2">
        <w:t>.</w:t>
      </w:r>
    </w:p>
    <w:p w14:paraId="168A08C4" w14:textId="77777777" w:rsidR="0035531B" w:rsidRDefault="0035531B" w:rsidP="0035531B">
      <w:pPr>
        <w:pStyle w:val="Nadpis1-1"/>
      </w:pPr>
      <w:bookmarkStart w:id="8" w:name="_Toc121988184"/>
      <w:bookmarkStart w:id="9" w:name="_Toc125113898"/>
      <w:r>
        <w:lastRenderedPageBreak/>
        <w:t>KOMUNIKACE MEZI ZADAVATELEM</w:t>
      </w:r>
      <w:r w:rsidR="00845C50">
        <w:t xml:space="preserve"> a </w:t>
      </w:r>
      <w:r>
        <w:t>DODAVATELEM</w:t>
      </w:r>
      <w:bookmarkEnd w:id="8"/>
      <w:bookmarkEnd w:id="9"/>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42B5DF56" w:rsidR="0035531B" w:rsidRDefault="0035531B" w:rsidP="00B441A2">
      <w:pPr>
        <w:pStyle w:val="Text1-1"/>
      </w:pPr>
      <w:r>
        <w:t xml:space="preserve">Kontaktní osobou zadavatele pro </w:t>
      </w:r>
      <w:r w:rsidR="009531C1">
        <w:t xml:space="preserve">výběrové </w:t>
      </w:r>
      <w:r>
        <w:t xml:space="preserve">řízení je: </w:t>
      </w:r>
      <w:r w:rsidR="00B441A2" w:rsidRPr="00B441A2">
        <w:t>Veronika Fučíková</w:t>
      </w:r>
    </w:p>
    <w:p w14:paraId="76C8BECA" w14:textId="77777777" w:rsidR="00251C72" w:rsidRPr="00251C72" w:rsidRDefault="0035531B" w:rsidP="00251C72">
      <w:pPr>
        <w:pStyle w:val="Textbezslovn"/>
        <w:spacing w:after="0"/>
      </w:pPr>
      <w:r>
        <w:t xml:space="preserve">telefon: </w:t>
      </w:r>
      <w:r>
        <w:tab/>
      </w:r>
      <w:r w:rsidR="00251C72" w:rsidRPr="00251C72">
        <w:t>+420 702 238 237</w:t>
      </w:r>
    </w:p>
    <w:p w14:paraId="0E4C3376" w14:textId="77777777" w:rsidR="00251C72" w:rsidRPr="00251C72" w:rsidRDefault="00251C72" w:rsidP="00251C72">
      <w:pPr>
        <w:spacing w:after="0"/>
        <w:ind w:left="737"/>
        <w:jc w:val="both"/>
      </w:pPr>
      <w:r w:rsidRPr="00251C72">
        <w:t xml:space="preserve">e-mail: </w:t>
      </w:r>
      <w:r w:rsidRPr="00251C72">
        <w:tab/>
        <w:t>fucikova@spravazeleznic.cz</w:t>
      </w:r>
    </w:p>
    <w:p w14:paraId="1C5EF4E2" w14:textId="77777777" w:rsidR="00251C72" w:rsidRPr="00251C72" w:rsidRDefault="00251C72" w:rsidP="00251C72">
      <w:pPr>
        <w:spacing w:after="0" w:line="240" w:lineRule="auto"/>
        <w:ind w:left="709"/>
        <w:jc w:val="both"/>
      </w:pPr>
      <w:r w:rsidRPr="00251C72">
        <w:t xml:space="preserve">adresa: </w:t>
      </w:r>
      <w:r w:rsidRPr="00251C72">
        <w:tab/>
        <w:t>Správa železnic, státní organizace</w:t>
      </w:r>
    </w:p>
    <w:p w14:paraId="01E552BB" w14:textId="77777777" w:rsidR="00251C72" w:rsidRPr="00251C72" w:rsidRDefault="00251C72" w:rsidP="00251C72">
      <w:pPr>
        <w:spacing w:after="0" w:line="240" w:lineRule="auto"/>
        <w:ind w:left="737"/>
        <w:jc w:val="both"/>
      </w:pPr>
      <w:r w:rsidRPr="00251C72">
        <w:tab/>
      </w:r>
      <w:r w:rsidRPr="00251C72">
        <w:tab/>
        <w:t>Stavební správa západ</w:t>
      </w:r>
    </w:p>
    <w:p w14:paraId="55A36E21" w14:textId="77777777" w:rsidR="00251C72" w:rsidRPr="00251C72" w:rsidRDefault="00251C72" w:rsidP="00251C72">
      <w:pPr>
        <w:spacing w:after="0" w:line="240" w:lineRule="auto"/>
        <w:ind w:left="1446" w:firstLine="681"/>
        <w:jc w:val="both"/>
      </w:pPr>
      <w:r w:rsidRPr="00251C72">
        <w:t>Budova Diamond Point</w:t>
      </w:r>
    </w:p>
    <w:p w14:paraId="79C4C98B" w14:textId="77777777" w:rsidR="00251C72" w:rsidRPr="00251C72" w:rsidRDefault="00251C72" w:rsidP="00251C72">
      <w:pPr>
        <w:spacing w:after="0" w:line="240" w:lineRule="auto"/>
        <w:ind w:left="1446" w:firstLine="681"/>
        <w:jc w:val="both"/>
      </w:pPr>
      <w:r w:rsidRPr="00251C72">
        <w:t>Ke Štvanici 656/3</w:t>
      </w:r>
    </w:p>
    <w:p w14:paraId="32D39B6C" w14:textId="0D744C73" w:rsidR="0035531B" w:rsidRDefault="00251C72" w:rsidP="00251C72">
      <w:pPr>
        <w:spacing w:after="120"/>
        <w:ind w:left="1446" w:firstLine="681"/>
        <w:jc w:val="both"/>
      </w:pPr>
      <w:r w:rsidRPr="00251C72">
        <w:t>186 00 Praha 8 – Karlín</w:t>
      </w:r>
    </w:p>
    <w:p w14:paraId="7AFE4171" w14:textId="446666C2" w:rsidR="0035531B" w:rsidRDefault="0035531B" w:rsidP="0035531B">
      <w:pPr>
        <w:pStyle w:val="Nadpis1-1"/>
      </w:pPr>
      <w:bookmarkStart w:id="10" w:name="_Toc121988185"/>
      <w:bookmarkStart w:id="11" w:name="_Toc125113899"/>
      <w:r>
        <w:t>ÚČEL</w:t>
      </w:r>
      <w:r w:rsidR="00845C50">
        <w:t xml:space="preserve"> </w:t>
      </w:r>
      <w:r w:rsidR="00776A8A">
        <w:t>A</w:t>
      </w:r>
      <w:r w:rsidR="00845C50">
        <w:t> </w:t>
      </w:r>
      <w:r>
        <w:t>PŘEDMĚT PLNĚNÍ VEŘEJNÉ ZAKÁZKY</w:t>
      </w:r>
      <w:bookmarkEnd w:id="10"/>
      <w:bookmarkEnd w:id="11"/>
    </w:p>
    <w:p w14:paraId="072189A2" w14:textId="77777777" w:rsidR="0035531B" w:rsidRDefault="0035531B" w:rsidP="0035531B">
      <w:pPr>
        <w:pStyle w:val="Text1-1"/>
      </w:pPr>
      <w:r>
        <w:t>Účel veřejné zakázky</w:t>
      </w:r>
    </w:p>
    <w:p w14:paraId="2CA9CFD0" w14:textId="1B8C7639" w:rsidR="0035531B" w:rsidRDefault="005A30E2" w:rsidP="0035531B">
      <w:pPr>
        <w:pStyle w:val="Textbezslovn"/>
      </w:pPr>
      <w:r w:rsidRPr="005A30E2">
        <w:t xml:space="preserve">Účelem veřejné zakázky na zhotovení stavy </w:t>
      </w:r>
      <w:r w:rsidRPr="005A30E2">
        <w:rPr>
          <w:b/>
        </w:rPr>
        <w:t xml:space="preserve">„Doplnění závor na přejezdu P3340 trati Lovosice – Česká Lípa“ </w:t>
      </w:r>
      <w:r w:rsidRPr="005A30E2">
        <w:t>je zvýšení bezpečnosti železniční a silniční dopravy.</w:t>
      </w:r>
    </w:p>
    <w:p w14:paraId="09962EBD" w14:textId="77777777" w:rsidR="0035531B" w:rsidRDefault="0035531B" w:rsidP="0035531B">
      <w:pPr>
        <w:pStyle w:val="Text1-1"/>
      </w:pPr>
      <w:r>
        <w:t>Předmět plnění veřejné zakázky</w:t>
      </w:r>
    </w:p>
    <w:p w14:paraId="3F95D8A8" w14:textId="1DAE06B2" w:rsidR="001E1A3D" w:rsidRDefault="00D0113E" w:rsidP="00D0113E">
      <w:pPr>
        <w:pStyle w:val="Textbezslovn"/>
      </w:pPr>
      <w:r w:rsidRPr="00D0113E">
        <w:t>Předmětem plnění veřejné zakázky „Doplnění závor na přejezdu P3340 trati Lovosice – Česká Lípa“ je zhotovení stavby dle zadávací dokumentace, zpracování Realizační dokumentace stavby a vypracování Dokumentace skutečného provedení stavby včetně geodetické části.</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0DC4F509" w14:textId="77777777" w:rsidR="00457831" w:rsidRDefault="00457831" w:rsidP="00457831">
      <w:pPr>
        <w:pStyle w:val="Textbezslovn"/>
        <w:spacing w:after="0"/>
      </w:pPr>
      <w:r>
        <w:t>CPV kód  45234110-0 Výstavba meziměstských železničních drah</w:t>
      </w:r>
    </w:p>
    <w:p w14:paraId="57F90F3E" w14:textId="77777777" w:rsidR="00457831" w:rsidRPr="00493D73" w:rsidRDefault="00457831" w:rsidP="00457831">
      <w:pPr>
        <w:pStyle w:val="Textbezslovn"/>
        <w:spacing w:after="0"/>
      </w:pPr>
      <w:r w:rsidRPr="00493D73">
        <w:t>CPV kód  45234140-9 Výstavba úrovňových přejezdů</w:t>
      </w:r>
    </w:p>
    <w:p w14:paraId="648C7B26" w14:textId="0A36AB74" w:rsidR="00F0634D" w:rsidRPr="00457831" w:rsidRDefault="00457831" w:rsidP="00457831">
      <w:pPr>
        <w:pStyle w:val="Textbezslovn"/>
      </w:pPr>
      <w:r w:rsidRPr="00493D73">
        <w:t>CPV kód  45234115-5 Železniční signalizace</w:t>
      </w:r>
      <w:r w:rsidRPr="00006798">
        <w:t xml:space="preserve">  </w:t>
      </w: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12" w:name="_Toc121988186"/>
      <w:bookmarkStart w:id="13" w:name="_Toc125113900"/>
      <w:r>
        <w:t>ZDROJE FINANCOVÁNÍ</w:t>
      </w:r>
      <w:r w:rsidR="00845C50">
        <w:t xml:space="preserve"> </w:t>
      </w:r>
      <w:r w:rsidR="00776A8A">
        <w:t>A</w:t>
      </w:r>
      <w:r w:rsidR="00845C50">
        <w:t> </w:t>
      </w:r>
      <w:r>
        <w:t xml:space="preserve">PŘEDPOKLÁDANÁ HODNOTA VEŘEJNÉ </w:t>
      </w:r>
      <w:r w:rsidRPr="00B37552">
        <w:t>ZAKÁZKY</w:t>
      </w:r>
      <w:bookmarkEnd w:id="12"/>
      <w:bookmarkEnd w:id="13"/>
    </w:p>
    <w:p w14:paraId="598D964A" w14:textId="6AB87853" w:rsidR="00D500B1" w:rsidRPr="00C005AD" w:rsidRDefault="007354E9" w:rsidP="00C005AD">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3D8CD71" w14:textId="5E552F64" w:rsidR="00EE50B6" w:rsidRPr="004F70A1" w:rsidRDefault="007354E9" w:rsidP="00C005AD">
      <w:pPr>
        <w:pStyle w:val="Text1-1"/>
        <w:spacing w:after="0"/>
      </w:pPr>
      <w:r w:rsidRPr="004F70A1">
        <w:t xml:space="preserve">Předpokládaná hodnota veřejné zakázky činí </w:t>
      </w:r>
      <w:r w:rsidR="00C005AD">
        <w:rPr>
          <w:b/>
        </w:rPr>
        <w:t>23 781</w:t>
      </w:r>
      <w:r w:rsidR="00777FE5">
        <w:rPr>
          <w:b/>
        </w:rPr>
        <w:t> 397,-</w:t>
      </w:r>
      <w:r w:rsidRPr="007354E9">
        <w:rPr>
          <w:b/>
        </w:rPr>
        <w:t xml:space="preserve"> Kč </w:t>
      </w:r>
      <w:r w:rsidRPr="004F70A1">
        <w:t>(bez DPH).</w:t>
      </w:r>
    </w:p>
    <w:p w14:paraId="24C9154B" w14:textId="6F8DED04" w:rsidR="00D500B1" w:rsidRDefault="007354E9" w:rsidP="007354E9">
      <w:pPr>
        <w:pStyle w:val="Textbezslovn"/>
      </w:pPr>
      <w:r>
        <w:t xml:space="preserve"> </w:t>
      </w:r>
    </w:p>
    <w:p w14:paraId="041DE93A" w14:textId="77777777" w:rsidR="0035531B" w:rsidRDefault="0035531B" w:rsidP="006F6B09">
      <w:pPr>
        <w:pStyle w:val="Nadpis1-1"/>
      </w:pPr>
      <w:bookmarkStart w:id="14" w:name="_Toc121988187"/>
      <w:bookmarkStart w:id="15" w:name="_Toc125113901"/>
      <w:r>
        <w:lastRenderedPageBreak/>
        <w:t>OBSAH ZADÁVACÍ DOKUMENTACE</w:t>
      </w:r>
      <w:bookmarkEnd w:id="14"/>
      <w:bookmarkEnd w:id="15"/>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713E8EDB" w:rsidR="0035531B" w:rsidRDefault="00FD39DE" w:rsidP="00804F35">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550B358" w14:textId="1024AEFB" w:rsidR="0035531B" w:rsidRDefault="0035531B" w:rsidP="00804F35">
      <w:pPr>
        <w:pStyle w:val="Textbezslovn"/>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33FC4A24" w:rsidR="0035531B" w:rsidRPr="008513D8" w:rsidRDefault="00FD39DE" w:rsidP="00804F35">
      <w:pPr>
        <w:pStyle w:val="Text1-1"/>
      </w:pPr>
      <w:r w:rsidRPr="008513D8">
        <w:t>Zadavatel sděluje, že následující části zadávací dokumentace vypracovala osoba odlišná</w:t>
      </w:r>
      <w:r w:rsidRPr="00FD39DE">
        <w:t xml:space="preserve"> od zadavatele, a to: </w:t>
      </w:r>
      <w:r w:rsidR="00804F35" w:rsidRPr="00804F35">
        <w:t>Projektová dokumentace pro společné povolení stavby DUSP a projektová dokumentace pro provádění stavby (PDPS) „Doplnění závor na přejezdu P3340 trati Lovosice – Česká Lípa“, zpracovatel: MONZAS s.r.o., Blahoslavova 937/62, 400 01 Ústí nad Labem, IČO: 44222734, datum: 09/2021</w:t>
      </w:r>
    </w:p>
    <w:p w14:paraId="43D1303E" w14:textId="25E1188F" w:rsidR="0035531B" w:rsidRDefault="00FD39DE" w:rsidP="00FD3AF3">
      <w:pPr>
        <w:pStyle w:val="Text1-1"/>
      </w:pPr>
      <w:r>
        <w:t>Pro vyloučení pochybností zadavatel uvádí, že ohledně této veřejné zakázky ne</w:t>
      </w:r>
      <w:r w:rsidR="00FD3AF3">
        <w:t>vedl předběžné tržní konzultace</w:t>
      </w:r>
      <w:r w:rsidR="0035531B">
        <w:t xml:space="preserve">. </w:t>
      </w:r>
    </w:p>
    <w:p w14:paraId="4B34903E" w14:textId="77777777" w:rsidR="0035531B" w:rsidRDefault="0035531B" w:rsidP="00CC4380">
      <w:pPr>
        <w:pStyle w:val="Nadpis1-1"/>
      </w:pPr>
      <w:bookmarkStart w:id="16" w:name="_Toc121988188"/>
      <w:bookmarkStart w:id="17" w:name="_Toc125113902"/>
      <w:r>
        <w:t>VYSVĚTLENÍ, ZMĚNY</w:t>
      </w:r>
      <w:r w:rsidR="00845C50">
        <w:t xml:space="preserve"> </w:t>
      </w:r>
      <w:r w:rsidR="00776A8A">
        <w:t>A</w:t>
      </w:r>
      <w:r w:rsidR="00845C50">
        <w:t> </w:t>
      </w:r>
      <w:r>
        <w:t>DOPLNĚNÍ ZADÁVACÍ DOKUMENTACE</w:t>
      </w:r>
      <w:bookmarkEnd w:id="16"/>
      <w:bookmarkEnd w:id="17"/>
      <w:r>
        <w:t xml:space="preserve"> </w:t>
      </w:r>
    </w:p>
    <w:p w14:paraId="3A8E6C92" w14:textId="1C4FC8E1"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FD3AF3">
        <w:rPr>
          <w:b/>
        </w:rPr>
        <w:t>nejpozději 4 pracovní dny</w:t>
      </w:r>
      <w:r w:rsidR="00B07880">
        <w:t xml:space="preserve"> </w:t>
      </w:r>
      <w:r w:rsidRPr="00FD39DE">
        <w:t>před uplynutím lhůty pro podání nabídek</w:t>
      </w:r>
      <w:r w:rsidR="00693188">
        <w:t>, jinak zadavatel není povinen vysvětlení poskytnout</w:t>
      </w:r>
      <w:r w:rsidRPr="00FD39DE">
        <w:t>.</w:t>
      </w:r>
    </w:p>
    <w:p w14:paraId="04E7F2E9" w14:textId="4B455CF2" w:rsidR="0035531B" w:rsidRDefault="00FD39DE" w:rsidP="00FD39DE">
      <w:pPr>
        <w:pStyle w:val="Text1-1"/>
      </w:pPr>
      <w:r w:rsidRPr="00FD39DE">
        <w:t xml:space="preserve">Zadavatel poskytne vysvětlení zadávací dokumentace nejpozději </w:t>
      </w:r>
      <w:r w:rsidRPr="00FD3AF3">
        <w:t>do 2</w:t>
      </w:r>
      <w:r w:rsidR="00B07880" w:rsidRPr="00FD3AF3">
        <w:t xml:space="preserve"> </w:t>
      </w:r>
      <w:r w:rsidRPr="00FD3AF3">
        <w:t>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932919">
        <w:t xml:space="preserve">nejméně </w:t>
      </w:r>
      <w:r w:rsidR="00CE5F6A" w:rsidRPr="00932919">
        <w:t>2</w:t>
      </w:r>
      <w:r w:rsidR="00CE5F6A" w:rsidRPr="00FD39DE">
        <w:t xml:space="preserve"> </w:t>
      </w:r>
      <w:r w:rsidR="00693188">
        <w:t>pracovní dny před uplynutím lhůty pro podání nabídek.</w:t>
      </w:r>
    </w:p>
    <w:p w14:paraId="33849454" w14:textId="09373D58" w:rsidR="0035531B" w:rsidRDefault="00FD39DE" w:rsidP="006339EA">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42BC19B6" w14:textId="49212081" w:rsidR="0021225E" w:rsidRDefault="00FD39DE" w:rsidP="006339EA">
      <w:pPr>
        <w:pStyle w:val="Text1-1"/>
      </w:pPr>
      <w:r w:rsidRPr="00FD39DE">
        <w:lastRenderedPageBreak/>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rsidR="006339EA">
        <w:t>.</w:t>
      </w:r>
    </w:p>
    <w:p w14:paraId="322AE544" w14:textId="77777777" w:rsidR="0035531B" w:rsidRDefault="0035531B" w:rsidP="00CC4380">
      <w:pPr>
        <w:pStyle w:val="Nadpis1-1"/>
      </w:pPr>
      <w:bookmarkStart w:id="18" w:name="_Toc121988189"/>
      <w:bookmarkStart w:id="19" w:name="_Toc125113903"/>
      <w:r>
        <w:t>POŽADAVKY ZADAVATELE NA KVALIFIKACI</w:t>
      </w:r>
      <w:bookmarkEnd w:id="18"/>
      <w:bookmarkEnd w:id="19"/>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02CD03F" w14:textId="43FCBAF0" w:rsidR="0035531B" w:rsidRPr="00B32039" w:rsidRDefault="0035531B" w:rsidP="00B3203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 xml:space="preserve">zák. č. 130/2008 Sb., </w:t>
      </w:r>
      <w:r>
        <w:lastRenderedPageBreak/>
        <w:t>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doloží, že </w:t>
      </w:r>
      <w:r w:rsidRPr="00B32039">
        <w:t>má</w:t>
      </w:r>
      <w:r w:rsidR="00BC6D2B" w:rsidRPr="00B32039">
        <w:t xml:space="preserve"> k </w:t>
      </w:r>
      <w:r w:rsidRPr="00B32039">
        <w:t xml:space="preserve">dispozici </w:t>
      </w:r>
      <w:r w:rsidR="003944D4" w:rsidRPr="00B32039">
        <w:t xml:space="preserve">živnostenské </w:t>
      </w:r>
      <w:r w:rsidRPr="00B32039">
        <w:t>oprávnění</w:t>
      </w:r>
      <w:r w:rsidR="00BC6D2B" w:rsidRPr="00B32039">
        <w:t xml:space="preserve"> k </w:t>
      </w:r>
      <w:r w:rsidRPr="00B32039">
        <w:t xml:space="preserve">podnikání pro následující činnosti: </w:t>
      </w:r>
    </w:p>
    <w:p w14:paraId="623DE31E" w14:textId="77777777" w:rsidR="0035531B" w:rsidRPr="00B32039" w:rsidRDefault="0035531B" w:rsidP="00D10A2D">
      <w:pPr>
        <w:pStyle w:val="Odrka1-2-"/>
      </w:pPr>
      <w:r w:rsidRPr="00B32039">
        <w:t>Provádění staveb, jejich změn</w:t>
      </w:r>
      <w:r w:rsidR="00845C50" w:rsidRPr="00B32039">
        <w:t xml:space="preserve"> a </w:t>
      </w:r>
      <w:r w:rsidRPr="00B32039">
        <w:t>odstraňování,</w:t>
      </w:r>
    </w:p>
    <w:p w14:paraId="7B3ED4C1" w14:textId="77777777" w:rsidR="0035531B" w:rsidRPr="00B32039" w:rsidRDefault="0035531B" w:rsidP="00CC4380">
      <w:pPr>
        <w:pStyle w:val="Odrka1-2-"/>
      </w:pPr>
      <w:r w:rsidRPr="00B32039">
        <w:t>Revize, prohlídky</w:t>
      </w:r>
      <w:r w:rsidR="00845C50" w:rsidRPr="00B32039">
        <w:t xml:space="preserve"> a </w:t>
      </w:r>
      <w:r w:rsidRPr="00B32039">
        <w:t>zkoušky určených technických zařízení</w:t>
      </w:r>
      <w:r w:rsidR="00092CC9" w:rsidRPr="00B32039">
        <w:t xml:space="preserve"> v </w:t>
      </w:r>
      <w:r w:rsidRPr="00B32039">
        <w:t>provozu,</w:t>
      </w:r>
    </w:p>
    <w:p w14:paraId="36230480" w14:textId="7E5A8083" w:rsidR="00656272" w:rsidRDefault="0035531B" w:rsidP="00656272">
      <w:pPr>
        <w:pStyle w:val="Odrka1-2-"/>
        <w:spacing w:after="120"/>
      </w:pPr>
      <w:r w:rsidRPr="00B32039">
        <w:t>Výkon zeměměřických činností</w:t>
      </w:r>
      <w:r w:rsidR="00B32039" w:rsidRPr="00B32039">
        <w:t>.</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656272" w:rsidRDefault="00344A9C" w:rsidP="00344A9C">
      <w:pPr>
        <w:pStyle w:val="Odrka1-1"/>
        <w:numPr>
          <w:ilvl w:val="0"/>
          <w:numId w:val="0"/>
        </w:numPr>
        <w:ind w:left="1190" w:firstLine="341"/>
        <w:rPr>
          <w:b/>
        </w:rPr>
      </w:pPr>
      <w:r w:rsidRPr="00656272">
        <w:rPr>
          <w:b/>
        </w:rPr>
        <w:t xml:space="preserve">b) </w:t>
      </w:r>
      <w:r w:rsidRPr="00656272">
        <w:t>dopravní stavby</w:t>
      </w:r>
    </w:p>
    <w:p w14:paraId="569C1790" w14:textId="77777777" w:rsidR="00344A9C" w:rsidRPr="00656272" w:rsidRDefault="00344A9C" w:rsidP="00344A9C">
      <w:pPr>
        <w:pStyle w:val="Odrka1-1"/>
        <w:numPr>
          <w:ilvl w:val="0"/>
          <w:numId w:val="0"/>
        </w:numPr>
        <w:ind w:left="1190" w:firstLine="341"/>
        <w:rPr>
          <w:b/>
        </w:rPr>
      </w:pPr>
      <w:r w:rsidRPr="00656272">
        <w:rPr>
          <w:b/>
        </w:rPr>
        <w:t xml:space="preserve">e) </w:t>
      </w:r>
      <w:r w:rsidRPr="00656272">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13D99E6E"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w:t>
      </w:r>
      <w:r w:rsidRPr="00656272">
        <w:t xml:space="preserve">písm. </w:t>
      </w:r>
      <w:r w:rsidRPr="00656272">
        <w:rPr>
          <w:rStyle w:val="Tun9b"/>
        </w:rPr>
        <w:t>a)</w:t>
      </w:r>
      <w:r w:rsidR="00845C50" w:rsidRPr="00656272">
        <w:rPr>
          <w:rStyle w:val="Tun9b"/>
        </w:rPr>
        <w:t xml:space="preserve"> </w:t>
      </w:r>
      <w:r w:rsidR="00845C50" w:rsidRPr="00656272">
        <w:rPr>
          <w:rStyle w:val="Tun9b"/>
          <w:b w:val="0"/>
        </w:rPr>
        <w:t>a </w:t>
      </w:r>
      <w:r w:rsidRPr="00656272">
        <w:rPr>
          <w:rStyle w:val="Tun9b"/>
        </w:rPr>
        <w:t>c)</w:t>
      </w:r>
      <w:r w:rsidR="00656272" w:rsidRPr="00656272">
        <w:t xml:space="preserve"> </w:t>
      </w:r>
      <w:r>
        <w:t>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0F3F63BD"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4C18D4">
        <w:t>nebo opravy</w:t>
      </w:r>
      <w:r w:rsidR="00BC12B5">
        <w:t xml:space="preserve"> </w:t>
      </w:r>
      <w:r>
        <w:t xml:space="preserve">na stavbách </w:t>
      </w:r>
      <w:r w:rsidRPr="004C18D4">
        <w:t>železničních drah</w:t>
      </w:r>
      <w:r>
        <w:t xml:space="preserve">, jak jsou vymezeny v § 5 odst. 1 </w:t>
      </w:r>
      <w:r w:rsidRPr="00F6113F">
        <w:t>a v § 3 odst. 1</w:t>
      </w:r>
      <w:r>
        <w:t xml:space="preserve"> zákona č. 266/1994 Sb., o dráhách</w:t>
      </w:r>
      <w:r w:rsidR="002E7A51">
        <w:t>, ve znění pozdějších předpisů</w:t>
      </w:r>
      <w:r w:rsidR="00F6113F">
        <w:t xml:space="preserve">, </w:t>
      </w:r>
      <w:r w:rsidR="00373447">
        <w:t xml:space="preserve">poskytnutých </w:t>
      </w:r>
      <w:r w:rsidR="00373447" w:rsidRPr="002E7A51">
        <w:t xml:space="preserve">dodavatelem </w:t>
      </w:r>
      <w:r w:rsidRPr="002E7A51">
        <w:t>za posledních 5</w:t>
      </w:r>
      <w:r w:rsidR="002E7A51" w:rsidRPr="002E7A51">
        <w:t xml:space="preserve"> let</w:t>
      </w:r>
      <w:r w:rsidRPr="002E7A51">
        <w:t xml:space="preserve"> před</w:t>
      </w:r>
      <w:r>
        <w:t xml:space="preserve"> zahájením výběrového řízení (dále jako „</w:t>
      </w:r>
      <w:r w:rsidRPr="00F95A2C">
        <w:rPr>
          <w:b/>
        </w:rPr>
        <w:t>stavební práce</w:t>
      </w:r>
      <w:r>
        <w:t xml:space="preserve">“). </w:t>
      </w:r>
    </w:p>
    <w:p w14:paraId="4C5C972A" w14:textId="5D36B2A9" w:rsidR="00F95A2C" w:rsidRDefault="003B1627" w:rsidP="00B723C7">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1D0E2D">
        <w:t>5</w:t>
      </w:r>
      <w:r>
        <w:t xml:space="preserve"> letech před zahájením výběrového řízení řádně poskytl a dokončil stavební práce</w:t>
      </w:r>
      <w:r w:rsidRPr="00930B76">
        <w:t xml:space="preserve">, jejichž předmětem byla </w:t>
      </w:r>
      <w:r w:rsidRPr="0019354D">
        <w:t xml:space="preserve">novostavba, rekonstrukce či oprava </w:t>
      </w:r>
      <w:r w:rsidRPr="002F286C">
        <w:rPr>
          <w:b/>
          <w:lang w:eastAsia="cs-CZ"/>
        </w:rPr>
        <w:t xml:space="preserve">alespoň </w:t>
      </w:r>
      <w:r>
        <w:rPr>
          <w:b/>
          <w:lang w:eastAsia="cs-CZ"/>
        </w:rPr>
        <w:t>jednoho přejezdového zabezpečovacího</w:t>
      </w:r>
      <w:r w:rsidRPr="006B1FE8">
        <w:rPr>
          <w:lang w:eastAsia="cs-CZ"/>
        </w:rPr>
        <w:t xml:space="preserve"> zařízení reléového typu s elektronickými doplňky, nebo plně elektronického typu vč. přejezdové konstrukce (dále jen „</w:t>
      </w:r>
      <w:r>
        <w:rPr>
          <w:lang w:eastAsia="cs-CZ"/>
        </w:rPr>
        <w:t>PZZ vč. přejezdové konstrukce“)</w:t>
      </w:r>
      <w:r w:rsidRPr="00930B76">
        <w:t xml:space="preserve">, </w:t>
      </w:r>
      <w:r w:rsidRPr="0071311E">
        <w:t xml:space="preserve">a to v minimální hodnotě plnění ve výši </w:t>
      </w:r>
      <w:r>
        <w:rPr>
          <w:b/>
        </w:rPr>
        <w:t>10</w:t>
      </w:r>
      <w:r w:rsidRPr="0071311E">
        <w:rPr>
          <w:b/>
        </w:rPr>
        <w:t> 000 000,-</w:t>
      </w:r>
      <w:r w:rsidRPr="0071311E">
        <w:t xml:space="preserve"> </w:t>
      </w:r>
      <w:r w:rsidRPr="0071311E">
        <w:rPr>
          <w:b/>
        </w:rPr>
        <w:t>Kč</w:t>
      </w:r>
      <w:r w:rsidRPr="00930B76">
        <w:rPr>
          <w:b/>
        </w:rPr>
        <w:t xml:space="preserve"> </w:t>
      </w:r>
      <w:r w:rsidRPr="00930B76">
        <w:t>bez DPH. Ho</w:t>
      </w:r>
      <w:r>
        <w:t xml:space="preserve">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r w:rsidR="005E33AB">
        <w:t>.</w:t>
      </w:r>
    </w:p>
    <w:p w14:paraId="0E1A5133" w14:textId="2D69CD49" w:rsidR="001C3945" w:rsidRDefault="003D42AA" w:rsidP="00243A50">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w:t>
      </w:r>
      <w:r>
        <w:lastRenderedPageBreak/>
        <w:t>územním plánování a stavebním řádu (stavební zákon), ve znění pozdějších předpi</w:t>
      </w:r>
      <w:r w:rsidR="00243A50">
        <w:t>sů (dále jen „stavební zákon“).</w:t>
      </w:r>
    </w:p>
    <w:p w14:paraId="22A9BF03" w14:textId="77777777"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6E4FE067"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243A50">
        <w:t xml:space="preserve">posledních </w:t>
      </w:r>
      <w:r w:rsidRPr="00243A50">
        <w:t xml:space="preserve">5 let </w:t>
      </w:r>
      <w:r w:rsidR="0087311C" w:rsidRPr="00243A50">
        <w:t xml:space="preserve">před zahájením výběrového řízení </w:t>
      </w:r>
      <w:r w:rsidRPr="00243A50">
        <w:t xml:space="preserve">se </w:t>
      </w:r>
      <w:r w:rsidR="0087311C" w:rsidRPr="00243A50">
        <w:t xml:space="preserve">pro účely prokázání technické kvalifikace ohledně referenčních zakázek </w:t>
      </w:r>
      <w:r w:rsidRPr="00243A50">
        <w:t xml:space="preserve">považuje za splněnou, pokud byly stavební práce </w:t>
      </w:r>
      <w:r w:rsidR="0087311C" w:rsidRPr="00243A50">
        <w:t xml:space="preserve">dokončeny </w:t>
      </w:r>
      <w:r w:rsidRPr="00243A50">
        <w:t>v průběhu této doby</w:t>
      </w:r>
      <w:r w:rsidR="0087311C" w:rsidRPr="00243A50">
        <w:t xml:space="preserve"> nebo kdykoli po zahájení výběrového řízení, včetně doby po podání nabídek, a to nejpozději do doby zadavatelem případně stanovené k předložení údajů a dokladů dle bodu 16.3 této Výzvy. P</w:t>
      </w:r>
      <w:r w:rsidRPr="00243A50">
        <w:t>ro prokázání kvalifikace postačuje, aby byl požadovaný finanční objem stavebních prací dosažen za celou dobu realizace stavebních prací, nikoliv pouze v průběhu posledních 5</w:t>
      </w:r>
      <w:r w:rsidRPr="00AF4A09">
        <w:t xml:space="preserve"> let před zahájením </w:t>
      </w:r>
      <w:r w:rsidRPr="00AF4A09">
        <w:lastRenderedPageBreak/>
        <w:t xml:space="preserve">výběrového řízení. Dokončením se u stavebních prací </w:t>
      </w:r>
      <w:r w:rsidR="0087311C">
        <w:t xml:space="preserve">pro účely prokázání technické kvalifikace v tomto výběrovém řízení </w:t>
      </w:r>
      <w:r w:rsidRPr="00AF4A09">
        <w:t xml:space="preserve">rozumí </w:t>
      </w:r>
      <w:r w:rsidR="000E15C8">
        <w:t xml:space="preserve">i </w:t>
      </w:r>
      <w:r w:rsidRPr="00AF4A09">
        <w:t>uvedení díla</w:t>
      </w:r>
      <w:r w:rsidR="000E15C8">
        <w:t>, resp. poslední části</w:t>
      </w:r>
      <w:r w:rsidR="00560665">
        <w:t xml:space="preserve"> stavební </w:t>
      </w:r>
      <w:r w:rsidR="00560665" w:rsidRPr="00243A50">
        <w:t>práce</w:t>
      </w:r>
      <w:r w:rsidR="000E15C8" w:rsidRPr="00243A50">
        <w:t>,</w:t>
      </w:r>
      <w:r w:rsidRPr="00243A50">
        <w:t xml:space="preserve"> alespoň do zkušebního provozu. Zadavatel nicméně za dílo dokončené v období posledních 5 let</w:t>
      </w:r>
      <w:r w:rsidRPr="00AF4A09">
        <w:t xml:space="preserve"> bude považovat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3C40BD8D" w:rsidR="00AF4A09" w:rsidRDefault="00AF4A09" w:rsidP="00AF4A09">
      <w:pPr>
        <w:pStyle w:val="Textbezslovn"/>
      </w:pPr>
      <w:r>
        <w:lastRenderedPageBreak/>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Dodavatel je oprávněn svěřit jedné fyzické osobě výkon více funkcí člena odborného personálu dodavatele za předpokladu, že tato osoba splňuje všechna kvalifikační kritéria požadovaná na výkon těchto funkcí.</w:t>
      </w:r>
    </w:p>
    <w:p w14:paraId="565E8C7D" w14:textId="63698F72" w:rsidR="00AF4A09" w:rsidRDefault="00AF4A09" w:rsidP="0031484C">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w:t>
      </w:r>
      <w:r w:rsidR="0031484C">
        <w:t>telem předkládaných dokumentů):</w:t>
      </w:r>
    </w:p>
    <w:p w14:paraId="044069D6" w14:textId="77777777" w:rsidR="0035531B" w:rsidRPr="00A62F0B" w:rsidRDefault="0035531B" w:rsidP="00EF4DAC">
      <w:pPr>
        <w:pStyle w:val="Odstavec1-1a"/>
        <w:numPr>
          <w:ilvl w:val="0"/>
          <w:numId w:val="11"/>
        </w:numPr>
        <w:rPr>
          <w:rStyle w:val="Tun9b"/>
        </w:rPr>
      </w:pPr>
      <w:r w:rsidRPr="00A62F0B">
        <w:rPr>
          <w:rStyle w:val="Tun9b"/>
        </w:rPr>
        <w:t>stavbyvedoucí</w:t>
      </w:r>
    </w:p>
    <w:p w14:paraId="5D013D3E" w14:textId="77777777" w:rsidR="0035531B" w:rsidRPr="00A62F0B" w:rsidRDefault="0035531B" w:rsidP="00930B79">
      <w:pPr>
        <w:pStyle w:val="Odrka1-2-"/>
      </w:pPr>
      <w:r w:rsidRPr="00A62F0B">
        <w:t>nejméně 5 let praxe</w:t>
      </w:r>
      <w:r w:rsidR="00092CC9" w:rsidRPr="00A62F0B">
        <w:t xml:space="preserve"> v </w:t>
      </w:r>
      <w:r w:rsidRPr="00A62F0B">
        <w:t xml:space="preserve">řízení provádění staveb železničních drah; </w:t>
      </w:r>
    </w:p>
    <w:p w14:paraId="13976A36" w14:textId="3331DF80" w:rsidR="0035531B" w:rsidRPr="00A62F0B" w:rsidRDefault="00AF4A09" w:rsidP="00A62F0B">
      <w:pPr>
        <w:pStyle w:val="Odrka1-2-"/>
      </w:pPr>
      <w:r w:rsidRPr="00A62F0B">
        <w:t xml:space="preserve">zkušenost s řízením realizace alespoň jedné zakázky </w:t>
      </w:r>
      <w:r w:rsidR="00642162" w:rsidRPr="00A62F0B">
        <w:t>na stavební práce, jež zahrnovala novostavbu, rekonstrukci nebo opravu</w:t>
      </w:r>
      <w:r w:rsidRPr="00A62F0B">
        <w:t xml:space="preserve"> stavby želez</w:t>
      </w:r>
      <w:r w:rsidR="00156FF2" w:rsidRPr="00A62F0B">
        <w:t xml:space="preserve">ničních drah v hodnotě nejméně </w:t>
      </w:r>
      <w:r w:rsidR="00156FF2" w:rsidRPr="00A62F0B">
        <w:rPr>
          <w:b/>
        </w:rPr>
        <w:t>10 000 000,-</w:t>
      </w:r>
      <w:r w:rsidRPr="00A62F0B">
        <w:rPr>
          <w:b/>
        </w:rPr>
        <w:t xml:space="preserve"> Kč </w:t>
      </w:r>
      <w:r w:rsidRPr="00A62F0B">
        <w:t xml:space="preserve">bez DPH, a to v posledních 10 letech před zahájením výběrového řízení; </w:t>
      </w:r>
      <w:r w:rsidR="00A62F0B" w:rsidRPr="00A62F0B">
        <w:t>jejíž součástí byla mimo jiné novostavba, rekonstrukce nebo oprava přejezdového zabezpečovacího zařízení reléového typu s elektronickými doplňky, nebo plně elektronického typu vč. přejezdové konstrukce</w:t>
      </w:r>
      <w:r w:rsidR="0035531B" w:rsidRPr="00A62F0B">
        <w:t>;</w:t>
      </w:r>
    </w:p>
    <w:p w14:paraId="32D268AB" w14:textId="6E4E7292" w:rsidR="0035531B" w:rsidRPr="00A62F0B" w:rsidRDefault="00A62F0B" w:rsidP="00A62F0B">
      <w:pPr>
        <w:pStyle w:val="Odrka1-2-"/>
      </w:pPr>
      <w:r w:rsidRPr="00A62F0B">
        <w:t>musí předložit doklad o autorizaci v rozsahu dle § 5 odst. 3 písm. e) autorizačního zákona, tedy v oboru technologická zařízení staveb</w:t>
      </w:r>
      <w:r w:rsidR="0035531B" w:rsidRPr="00A62F0B">
        <w:t>;</w:t>
      </w:r>
    </w:p>
    <w:p w14:paraId="0AD45D1D" w14:textId="77777777" w:rsidR="0031484C" w:rsidRPr="0031484C" w:rsidRDefault="0031484C" w:rsidP="0031484C">
      <w:pPr>
        <w:numPr>
          <w:ilvl w:val="0"/>
          <w:numId w:val="7"/>
        </w:numPr>
        <w:spacing w:after="120"/>
        <w:jc w:val="both"/>
        <w:rPr>
          <w:b/>
        </w:rPr>
      </w:pPr>
      <w:r w:rsidRPr="0031484C">
        <w:rPr>
          <w:b/>
        </w:rPr>
        <w:t xml:space="preserve">specialista (vedoucí prací) na železniční svršek a spodek </w:t>
      </w:r>
    </w:p>
    <w:p w14:paraId="1004CFC5" w14:textId="77777777" w:rsidR="0031484C" w:rsidRPr="0031484C" w:rsidRDefault="0031484C" w:rsidP="0031484C">
      <w:pPr>
        <w:numPr>
          <w:ilvl w:val="1"/>
          <w:numId w:val="8"/>
        </w:numPr>
        <w:spacing w:after="60"/>
        <w:jc w:val="both"/>
      </w:pPr>
      <w:r w:rsidRPr="0031484C">
        <w:t>nejméně 5 let praxe v oboru své specializace (železniční svršek a spodek) při provádění staveb;</w:t>
      </w:r>
    </w:p>
    <w:p w14:paraId="23A36ED1" w14:textId="77777777" w:rsidR="0031484C" w:rsidRPr="0031484C" w:rsidRDefault="0031484C" w:rsidP="0031484C">
      <w:pPr>
        <w:numPr>
          <w:ilvl w:val="1"/>
          <w:numId w:val="8"/>
        </w:numPr>
        <w:spacing w:after="60"/>
        <w:jc w:val="both"/>
      </w:pPr>
      <w:r w:rsidRPr="0031484C">
        <w:t>musí předložit doklad o autorizaci v rozsahu dle § 5 odst. 3 písm. b) autorizačního zákona, tedy v oboru dopravní stavby;</w:t>
      </w:r>
    </w:p>
    <w:p w14:paraId="4FDF0EE2" w14:textId="77777777" w:rsidR="0031484C" w:rsidRPr="0031484C" w:rsidRDefault="0031484C" w:rsidP="0031484C">
      <w:pPr>
        <w:numPr>
          <w:ilvl w:val="0"/>
          <w:numId w:val="7"/>
        </w:numPr>
        <w:spacing w:after="120"/>
        <w:jc w:val="both"/>
        <w:rPr>
          <w:b/>
        </w:rPr>
      </w:pPr>
      <w:r w:rsidRPr="0031484C">
        <w:rPr>
          <w:b/>
        </w:rPr>
        <w:t>specialista (vedoucí prací) na sdělovací a zabezpečovací zařízení</w:t>
      </w:r>
    </w:p>
    <w:p w14:paraId="3B4ACE77" w14:textId="77777777" w:rsidR="0031484C" w:rsidRPr="0031484C" w:rsidRDefault="0031484C" w:rsidP="0031484C">
      <w:pPr>
        <w:numPr>
          <w:ilvl w:val="1"/>
          <w:numId w:val="8"/>
        </w:numPr>
        <w:spacing w:after="60"/>
        <w:jc w:val="both"/>
      </w:pPr>
      <w:r w:rsidRPr="0031484C">
        <w:t>nejméně 5 let praxe v oboru své specializace (sdělovací a zabezpečovací zařízení) při provádění staveb;</w:t>
      </w:r>
    </w:p>
    <w:p w14:paraId="3FDF8751" w14:textId="77777777" w:rsidR="0031484C" w:rsidRPr="0031484C" w:rsidRDefault="0031484C" w:rsidP="0031484C">
      <w:pPr>
        <w:numPr>
          <w:ilvl w:val="1"/>
          <w:numId w:val="8"/>
        </w:numPr>
        <w:spacing w:after="60"/>
        <w:jc w:val="both"/>
      </w:pPr>
      <w:r w:rsidRPr="0031484C">
        <w:t>musí předložit doklad o autorizaci v rozsahu dle § 5 odst. 3 písm. e) autorizačního zákona, tedy v oboru technologická zařízení staveb;</w:t>
      </w:r>
    </w:p>
    <w:p w14:paraId="7D571154" w14:textId="77777777" w:rsidR="0031484C" w:rsidRPr="0031484C" w:rsidRDefault="0031484C" w:rsidP="0031484C">
      <w:pPr>
        <w:numPr>
          <w:ilvl w:val="0"/>
          <w:numId w:val="7"/>
        </w:numPr>
        <w:spacing w:after="120"/>
        <w:jc w:val="both"/>
        <w:rPr>
          <w:b/>
        </w:rPr>
      </w:pPr>
      <w:r w:rsidRPr="0031484C">
        <w:rPr>
          <w:b/>
        </w:rPr>
        <w:t xml:space="preserve">specialista (vedoucí prací) na silnoproud </w:t>
      </w:r>
    </w:p>
    <w:p w14:paraId="1040BABB" w14:textId="50D29A76" w:rsidR="0031484C" w:rsidRPr="0031484C" w:rsidRDefault="0031484C" w:rsidP="0031484C">
      <w:pPr>
        <w:numPr>
          <w:ilvl w:val="1"/>
          <w:numId w:val="8"/>
        </w:numPr>
        <w:spacing w:after="60"/>
        <w:jc w:val="both"/>
      </w:pPr>
      <w:r w:rsidRPr="0031484C">
        <w:t>nejméně 5 let praxe v oboru své specializace (silnoproud) při provádění staveb;</w:t>
      </w:r>
    </w:p>
    <w:p w14:paraId="56764D55" w14:textId="387EFA72" w:rsidR="0031484C" w:rsidRPr="0031484C" w:rsidRDefault="0031484C" w:rsidP="0031484C">
      <w:pPr>
        <w:numPr>
          <w:ilvl w:val="1"/>
          <w:numId w:val="8"/>
        </w:numPr>
        <w:spacing w:after="60"/>
        <w:jc w:val="both"/>
      </w:pPr>
      <w:r w:rsidRPr="0031484C">
        <w:t>musí předložit doklad o autorizaci v rozsahu dle § 5 odst. 3 písm. e) autorizačního zákona, tedy v oboru technologická zařízení staveb;</w:t>
      </w:r>
    </w:p>
    <w:p w14:paraId="13819FC1" w14:textId="77777777" w:rsidR="0031484C" w:rsidRPr="0031484C" w:rsidRDefault="0031484C" w:rsidP="0031484C">
      <w:pPr>
        <w:numPr>
          <w:ilvl w:val="0"/>
          <w:numId w:val="7"/>
        </w:numPr>
        <w:spacing w:after="120"/>
        <w:jc w:val="both"/>
        <w:rPr>
          <w:b/>
        </w:rPr>
      </w:pPr>
      <w:r w:rsidRPr="0031484C">
        <w:rPr>
          <w:b/>
        </w:rPr>
        <w:t>osoba odpovědná za kontrolu kvality</w:t>
      </w:r>
    </w:p>
    <w:p w14:paraId="0501FA14" w14:textId="1FFBB486" w:rsidR="0031484C" w:rsidRPr="0031484C" w:rsidRDefault="0031484C" w:rsidP="00DC0896">
      <w:pPr>
        <w:numPr>
          <w:ilvl w:val="1"/>
          <w:numId w:val="8"/>
        </w:numPr>
        <w:spacing w:after="60"/>
        <w:jc w:val="both"/>
      </w:pPr>
      <w:r w:rsidRPr="0031484C">
        <w:t>nejméně 5 let praxe v oboru kontroly kvality, se znalostí ověřování kvality stavebních materiálů;</w:t>
      </w:r>
    </w:p>
    <w:p w14:paraId="4ECDC0F2" w14:textId="77777777" w:rsidR="0031484C" w:rsidRPr="0031484C" w:rsidRDefault="0031484C" w:rsidP="0031484C">
      <w:pPr>
        <w:numPr>
          <w:ilvl w:val="0"/>
          <w:numId w:val="7"/>
        </w:numPr>
        <w:spacing w:after="120"/>
        <w:jc w:val="both"/>
        <w:rPr>
          <w:b/>
        </w:rPr>
      </w:pPr>
      <w:r w:rsidRPr="0031484C">
        <w:rPr>
          <w:b/>
        </w:rPr>
        <w:t>osoba odpovědná za bezpečnost a ochranu zdraví při práci</w:t>
      </w:r>
    </w:p>
    <w:p w14:paraId="7C1ACAD6" w14:textId="7D339829" w:rsidR="00DC0896" w:rsidRDefault="0031484C" w:rsidP="00DC0896">
      <w:pPr>
        <w:numPr>
          <w:ilvl w:val="1"/>
          <w:numId w:val="8"/>
        </w:numPr>
        <w:spacing w:after="60"/>
        <w:jc w:val="both"/>
      </w:pPr>
      <w:r w:rsidRPr="0031484C">
        <w:t>nejméně 5 let praxe v oboru bezpečnosti a ochrany zdraví při práci;</w:t>
      </w:r>
    </w:p>
    <w:p w14:paraId="3F61512F" w14:textId="77777777" w:rsidR="00DC0896" w:rsidRPr="0031484C" w:rsidRDefault="00DC0896" w:rsidP="00DC0896">
      <w:pPr>
        <w:spacing w:after="60"/>
        <w:ind w:left="1531"/>
        <w:jc w:val="both"/>
      </w:pPr>
    </w:p>
    <w:p w14:paraId="4B6494C0" w14:textId="77777777" w:rsidR="0031484C" w:rsidRPr="0031484C" w:rsidRDefault="0031484C" w:rsidP="0031484C">
      <w:pPr>
        <w:numPr>
          <w:ilvl w:val="0"/>
          <w:numId w:val="7"/>
        </w:numPr>
        <w:spacing w:after="120"/>
        <w:jc w:val="both"/>
        <w:rPr>
          <w:b/>
        </w:rPr>
      </w:pPr>
      <w:r w:rsidRPr="0031484C">
        <w:rPr>
          <w:b/>
        </w:rPr>
        <w:lastRenderedPageBreak/>
        <w:t>osoba odpovědná za ochranu životního prostředí</w:t>
      </w:r>
    </w:p>
    <w:p w14:paraId="6CAB7A37" w14:textId="77777777" w:rsidR="0031484C" w:rsidRPr="0031484C" w:rsidRDefault="0031484C" w:rsidP="0031484C">
      <w:pPr>
        <w:numPr>
          <w:ilvl w:val="1"/>
          <w:numId w:val="8"/>
        </w:numPr>
        <w:spacing w:after="60"/>
        <w:jc w:val="both"/>
      </w:pPr>
      <w:r w:rsidRPr="0031484C">
        <w:t>nejméně 5 let praxe v oboru ochrany životního prostředí;</w:t>
      </w:r>
    </w:p>
    <w:p w14:paraId="097C8279" w14:textId="77777777" w:rsidR="0031484C" w:rsidRPr="0031484C" w:rsidRDefault="0031484C" w:rsidP="0031484C">
      <w:pPr>
        <w:numPr>
          <w:ilvl w:val="0"/>
          <w:numId w:val="7"/>
        </w:numPr>
        <w:spacing w:after="120"/>
        <w:jc w:val="both"/>
        <w:rPr>
          <w:b/>
        </w:rPr>
      </w:pPr>
      <w:r w:rsidRPr="0031484C">
        <w:rPr>
          <w:b/>
        </w:rPr>
        <w:t>osoba odpovědná za odpadové hospodářství</w:t>
      </w:r>
    </w:p>
    <w:p w14:paraId="08A6246B" w14:textId="77777777" w:rsidR="0031484C" w:rsidRPr="0031484C" w:rsidRDefault="0031484C" w:rsidP="0031484C">
      <w:pPr>
        <w:numPr>
          <w:ilvl w:val="1"/>
          <w:numId w:val="8"/>
        </w:numPr>
        <w:spacing w:after="60"/>
        <w:jc w:val="both"/>
      </w:pPr>
      <w:r w:rsidRPr="0031484C">
        <w:t>nejméně 5 let praxe v oboru odpadového hospodářství;</w:t>
      </w:r>
    </w:p>
    <w:p w14:paraId="68CFC2C8" w14:textId="77777777" w:rsidR="0031484C" w:rsidRPr="0031484C" w:rsidRDefault="0031484C" w:rsidP="0031484C">
      <w:pPr>
        <w:numPr>
          <w:ilvl w:val="0"/>
          <w:numId w:val="7"/>
        </w:numPr>
        <w:spacing w:after="120"/>
        <w:jc w:val="both"/>
        <w:rPr>
          <w:b/>
        </w:rPr>
      </w:pPr>
      <w:r w:rsidRPr="0031484C">
        <w:rPr>
          <w:b/>
        </w:rPr>
        <w:t>úředně oprávněný zeměměřický inženýr</w:t>
      </w:r>
    </w:p>
    <w:p w14:paraId="4DC37ABB" w14:textId="609AC776" w:rsidR="00EE2244" w:rsidRPr="0031484C" w:rsidRDefault="0031484C" w:rsidP="0031484C">
      <w:pPr>
        <w:numPr>
          <w:ilvl w:val="1"/>
          <w:numId w:val="8"/>
        </w:numPr>
        <w:spacing w:after="120"/>
        <w:jc w:val="both"/>
      </w:pPr>
      <w:r w:rsidRPr="0031484C">
        <w:t>oprávnění pro ověřování výsledků zeměměřických činností v rozsahu dle § 13 odst. 1 písm. a) a c) zákona č. 200/1994 Sb., o zeměměřictví a o změně a doplnění některých zákonů souvisejících s jeho zavedením, ve znění pozdějších předpisů.</w:t>
      </w: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w:t>
      </w:r>
      <w:r w:rsidRPr="008B70C7">
        <w:lastRenderedPageBreak/>
        <w:t>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07B26CDE" w14:textId="77F7091F" w:rsidR="0035531B" w:rsidRDefault="008B70C7" w:rsidP="00B6234F">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746649">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w:t>
      </w:r>
      <w:r>
        <w:lastRenderedPageBreak/>
        <w:t xml:space="preserve">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w:t>
      </w:r>
      <w:r>
        <w:lastRenderedPageBreak/>
        <w:t xml:space="preserve">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 xml:space="preserve">uvedené pověření postupuje podle „Podmínek pro pověřování právnických osob podle § 47 </w:t>
      </w:r>
      <w:r>
        <w:lastRenderedPageBreak/>
        <w:t>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9B310F"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59B2FDDA" w14:textId="2467B0CD" w:rsidR="0035531B" w:rsidRDefault="0035531B" w:rsidP="00972910">
      <w:pPr>
        <w:pStyle w:val="Textbezslovn"/>
        <w:ind w:left="1077"/>
      </w:pPr>
      <w:r>
        <w:t>Doklady</w:t>
      </w:r>
      <w:r w:rsidR="00092CC9">
        <w:t xml:space="preserve"> o </w:t>
      </w:r>
      <w:r>
        <w:t>splnění výše uvedených povinností dokládá vybraný dodavatel jako</w:t>
      </w:r>
      <w:r w:rsidR="00972910">
        <w:t xml:space="preserve">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 xml:space="preserve">této jiné osobě, musí písemný závazek jiné osoby prokazující část kvalifikace zavazovat tuto osobu, že bude skutečně vykonávat stavební práce, resp. </w:t>
      </w:r>
      <w:bookmarkStart w:id="20" w:name="_GoBack"/>
      <w:bookmarkEnd w:id="20"/>
      <w:r w:rsidRPr="0006499F">
        <w:rPr>
          <w:rStyle w:val="Tun9b"/>
        </w:rPr>
        <w:t>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076D6B03" w14:textId="45502243" w:rsidR="0035531B" w:rsidRDefault="0035531B" w:rsidP="00982198">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w:t>
      </w:r>
      <w:r w:rsidR="00982198">
        <w:t>íku nebo jiné obdobné evidence.</w:t>
      </w:r>
    </w:p>
    <w:p w14:paraId="2E3F3C4F" w14:textId="77777777" w:rsidR="00982198" w:rsidRDefault="00982198" w:rsidP="00982198">
      <w:pPr>
        <w:pStyle w:val="Textbezslovn"/>
      </w:pPr>
    </w:p>
    <w:p w14:paraId="0BAF1561" w14:textId="77777777" w:rsidR="00DC3174" w:rsidRPr="00DC3174" w:rsidRDefault="00DC3174" w:rsidP="00DC3174">
      <w:pPr>
        <w:pStyle w:val="Text1-1"/>
        <w:rPr>
          <w:b/>
        </w:rPr>
      </w:pPr>
      <w:r w:rsidRPr="00DC3174">
        <w:rPr>
          <w:rStyle w:val="Tun9b"/>
        </w:rPr>
        <w:lastRenderedPageBreak/>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21" w:name="_Toc121988190"/>
      <w:bookmarkStart w:id="22" w:name="_Toc125113904"/>
      <w:r>
        <w:t>DALŠÍ INFORMACE/DOKUMENTY PŘEDKLÁDANÉ DODAVATELEM</w:t>
      </w:r>
      <w:r w:rsidR="00092CC9">
        <w:t xml:space="preserve"> </w:t>
      </w:r>
      <w:r w:rsidR="00776A8A">
        <w:t>V</w:t>
      </w:r>
      <w:r w:rsidR="00092CC9">
        <w:t> </w:t>
      </w:r>
      <w:r>
        <w:t>NABÍDCE</w:t>
      </w:r>
      <w:bookmarkEnd w:id="21"/>
      <w:bookmarkEnd w:id="2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F06ACCB" w14:textId="6DA9F61C" w:rsidR="0035531B" w:rsidRPr="00640BE3" w:rsidRDefault="00B71CC3" w:rsidP="00640BE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w:t>
      </w:r>
      <w:r w:rsidRPr="00640BE3">
        <w:t>zadavatel nepovažuje osoby tvořící s dodavatelem koncern</w:t>
      </w:r>
      <w:r w:rsidR="00640BE3" w:rsidRPr="00640BE3">
        <w:t>.</w:t>
      </w:r>
      <w:r w:rsidR="0035531B" w:rsidRPr="00640BE3">
        <w:t xml:space="preserve"> </w:t>
      </w:r>
    </w:p>
    <w:p w14:paraId="0E1F929C" w14:textId="77914599" w:rsidR="0035531B" w:rsidRDefault="0035531B" w:rsidP="00EE2244">
      <w:pPr>
        <w:pStyle w:val="Odrka1-1"/>
      </w:pPr>
      <w:r w:rsidRPr="00640BE3">
        <w:t xml:space="preserve">Specifikaci typu </w:t>
      </w:r>
      <w:r w:rsidR="00640BE3" w:rsidRPr="00640BE3">
        <w:t>zabezpečovacího zařízení</w:t>
      </w:r>
      <w:r w:rsidRPr="00640BE3">
        <w:t>, které</w:t>
      </w:r>
      <w:r>
        <w:t xml:space="preserve">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w:t>
      </w:r>
      <w:r w:rsidR="00453EAE">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84108D">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84108D">
        <w:t xml:space="preserve">vybraný </w:t>
      </w:r>
      <w:r>
        <w:t>dodavatel sám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rsidR="00640BE3">
        <w:t xml:space="preserve"> pro následující zařízení: - </w:t>
      </w:r>
      <w:r w:rsidR="00640BE3" w:rsidRPr="00836562">
        <w:t>př</w:t>
      </w:r>
      <w:r w:rsidR="00640BE3">
        <w:t>ejezdové zabezpečovací zařízení</w:t>
      </w:r>
      <w:r>
        <w:t>.</w:t>
      </w:r>
    </w:p>
    <w:p w14:paraId="6C481A40" w14:textId="1B60294E"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w:t>
      </w:r>
      <w:r>
        <w:lastRenderedPageBreak/>
        <w:t>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lastRenderedPageBreak/>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6D3883C9" w:rsidR="0035531B" w:rsidRDefault="0035531B" w:rsidP="002368D8">
      <w:pPr>
        <w:pStyle w:val="Odrka1-1"/>
        <w:numPr>
          <w:ilvl w:val="0"/>
          <w:numId w:val="48"/>
        </w:numPr>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23" w:name="_Toc121988191"/>
      <w:bookmarkStart w:id="24" w:name="_Toc125113905"/>
      <w:r>
        <w:t>PROHLÍDKA MÍSTA PLNĚNÍ (STAVENIŠTĚ)</w:t>
      </w:r>
      <w:bookmarkEnd w:id="23"/>
      <w:bookmarkEnd w:id="24"/>
    </w:p>
    <w:p w14:paraId="1A2B0884" w14:textId="77777777" w:rsidR="0035531B" w:rsidRDefault="00FD2EA2" w:rsidP="00FD2EA2">
      <w:pPr>
        <w:pStyle w:val="Text1-1"/>
      </w:pPr>
      <w:r w:rsidRPr="00FD2EA2">
        <w:t xml:space="preserve">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w:t>
      </w:r>
      <w:r w:rsidRPr="00FD2EA2">
        <w:lastRenderedPageBreak/>
        <w:t>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25" w:name="_Toc121988192"/>
      <w:bookmarkStart w:id="26" w:name="_Toc125113906"/>
      <w:r>
        <w:t>JAZYK NABÍDEK</w:t>
      </w:r>
      <w:r w:rsidR="00D25D67" w:rsidRPr="00D25D67">
        <w:t xml:space="preserve"> </w:t>
      </w:r>
      <w:r w:rsidR="00D25D67">
        <w:t>A KOMUNIKAČNÍ JAZYK</w:t>
      </w:r>
      <w:bookmarkEnd w:id="25"/>
      <w:bookmarkEnd w:id="26"/>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27" w:name="_Toc121988193"/>
      <w:bookmarkStart w:id="28" w:name="_Toc125113907"/>
      <w:r>
        <w:t>OBSAH</w:t>
      </w:r>
      <w:r w:rsidR="00845C50">
        <w:t xml:space="preserve"> </w:t>
      </w:r>
      <w:r w:rsidR="00776A8A">
        <w:t>A</w:t>
      </w:r>
      <w:r w:rsidR="00845C50">
        <w:t> </w:t>
      </w:r>
      <w:r>
        <w:t>PODÁVÁNÍ NABÍDEK</w:t>
      </w:r>
      <w:bookmarkEnd w:id="27"/>
      <w:bookmarkEnd w:id="28"/>
    </w:p>
    <w:p w14:paraId="1D0681DF" w14:textId="5CBD4BA8" w:rsidR="0035531B" w:rsidRPr="00962C21"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třeba, aby dodavatel zahájil proces podání nabídky s dostatečnou časovou rezervou pro </w:t>
      </w:r>
      <w:r w:rsidRPr="00962C21">
        <w:t>případné výkyvy systému, za které zadavatel nenese odpovědnost</w:t>
      </w:r>
      <w:r w:rsidR="0035531B" w:rsidRPr="00962C21">
        <w:t>.</w:t>
      </w:r>
    </w:p>
    <w:p w14:paraId="78FBAD86" w14:textId="2C6EE371" w:rsidR="0035531B" w:rsidRPr="00FE7595" w:rsidRDefault="00CD2E13" w:rsidP="00FE7595">
      <w:pPr>
        <w:pStyle w:val="Textbezslovn"/>
        <w:rPr>
          <w:b/>
        </w:rPr>
      </w:pPr>
      <w:r w:rsidRPr="00962C21">
        <w:rPr>
          <w:rFonts w:cs="Arial"/>
          <w:b/>
        </w:rPr>
        <w:t>Nabídky lze podat v termínu, který je uveden na profilu zadavatele:</w:t>
      </w:r>
      <w:r w:rsidRPr="00962C21">
        <w:rPr>
          <w:rFonts w:cs="Arial"/>
        </w:rPr>
        <w:t xml:space="preserve"> </w:t>
      </w:r>
      <w:hyperlink r:id="rId21" w:history="1">
        <w:r w:rsidRPr="00962C21">
          <w:rPr>
            <w:rStyle w:val="Hypertextovodkaz"/>
            <w:rFonts w:cs="Arial"/>
            <w:b/>
            <w:bCs/>
            <w:lang w:eastAsia="cs-CZ"/>
          </w:rPr>
          <w:t>https://zakazky.spravazeleznic.cz/</w:t>
        </w:r>
      </w:hyperlink>
      <w:r w:rsidRPr="00962C21">
        <w:rPr>
          <w:rFonts w:cs="Arial"/>
          <w:b/>
        </w:rPr>
        <w:t>.</w:t>
      </w:r>
    </w:p>
    <w:p w14:paraId="6C5E1089" w14:textId="6DBD01E5" w:rsidR="003A0E3D" w:rsidRDefault="003F78E7" w:rsidP="00962C21">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lastRenderedPageBreak/>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3FF32E73"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3BB22C75" w:rsidR="00695DAA" w:rsidRPr="00361139" w:rsidRDefault="00695DAA" w:rsidP="00695DAA">
      <w:pPr>
        <w:pStyle w:val="Odrka1-1"/>
      </w:pPr>
      <w:r w:rsidRPr="00361139">
        <w:t>Specifikace typu zabezpečovacího zařízení dle č. 9.1 této Výzvy.</w:t>
      </w:r>
      <w:r w:rsidR="00361139" w:rsidRPr="00361139">
        <w:t xml:space="preserve"> </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6B416FB5" w:rsidR="0035531B" w:rsidRDefault="00695DAA" w:rsidP="00695DAA">
      <w:pPr>
        <w:pStyle w:val="Odrka1-1"/>
      </w:pPr>
      <w:r>
        <w:t xml:space="preserve">Oceněný Soupis </w:t>
      </w:r>
      <w:r w:rsidRPr="00361139">
        <w:t xml:space="preserve">prací </w:t>
      </w:r>
      <w:r w:rsidR="00BB0379" w:rsidRPr="00361139">
        <w:t>obsažený</w:t>
      </w:r>
      <w:r w:rsidRPr="00361139">
        <w:t xml:space="preserve"> v Dílu 4 zadávací dokumentace</w:t>
      </w:r>
      <w:r w:rsidR="00BB0379" w:rsidRPr="00361139">
        <w:t>, včetně Rekapitulace ceny dle SO a PS</w:t>
      </w:r>
      <w:r w:rsidR="0035531B" w:rsidRPr="00361139">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lastRenderedPageBreak/>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29" w:name="_Toc121988194"/>
      <w:bookmarkStart w:id="30" w:name="_Toc125113908"/>
      <w:r>
        <w:t>POŽADAVKY NA ZPRACOVÁNÍ NABÍDKOVÉ CENY</w:t>
      </w:r>
      <w:bookmarkEnd w:id="29"/>
      <w:bookmarkEnd w:id="30"/>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26BC6069" w:rsidR="00EE50B6" w:rsidRDefault="004C086E" w:rsidP="00361139">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31" w:name="_Toc121988195"/>
      <w:bookmarkStart w:id="32" w:name="_Toc125113909"/>
      <w:r>
        <w:t>VARIANTY NABÍDKY, VÝHRADA ZMĚNY DODAVATELE</w:t>
      </w:r>
      <w:bookmarkEnd w:id="31"/>
      <w:bookmarkEnd w:id="32"/>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w:t>
      </w:r>
      <w:r w:rsidRPr="004C086E">
        <w:lastRenderedPageBreak/>
        <w:t>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3BFC0F77"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0035531B">
        <w:t xml:space="preserve">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33" w:name="_Toc121988196"/>
      <w:bookmarkStart w:id="34" w:name="_Toc125113910"/>
      <w:r>
        <w:t>OTEVÍRÁNÍ NABÍDEK</w:t>
      </w:r>
      <w:bookmarkEnd w:id="33"/>
      <w:bookmarkEnd w:id="34"/>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35" w:name="_Toc121988197"/>
      <w:bookmarkStart w:id="36" w:name="_Toc125113911"/>
      <w:r>
        <w:t>POSOUZENÍ SPLNĚNÍ PODMÍNEK ÚČASTI</w:t>
      </w:r>
      <w:bookmarkEnd w:id="35"/>
      <w:bookmarkEnd w:id="36"/>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lastRenderedPageBreak/>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37" w:name="_Toc121988198"/>
      <w:bookmarkStart w:id="38" w:name="_Toc125113912"/>
      <w:r>
        <w:t>HODNOCENÍ NABÍDEK</w:t>
      </w:r>
      <w:bookmarkEnd w:id="37"/>
      <w:bookmarkEnd w:id="38"/>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 xml:space="preserve">V rámci hodnotícího kritéria bude hodnocena výše nabídkové ceny v Kč bez DPH ve smyslu odst. 13.3 této Výzvy uvedená v návrhu Smlouvy o dílo. Jako nejvýhodnější bude hodnocena nabídka s nejnižší nabídkovou cenou v Kč bez DPH uvedenou v návrhu </w:t>
      </w:r>
      <w:r w:rsidRPr="007B3D4D">
        <w:lastRenderedPageBreak/>
        <w:t>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39" w:name="_Toc121988199"/>
      <w:bookmarkStart w:id="40" w:name="_Toc125113913"/>
      <w:r>
        <w:t xml:space="preserve">ZRUŠENÍ </w:t>
      </w:r>
      <w:r w:rsidR="001472A9">
        <w:t xml:space="preserve">VÝBĚROVÉHO </w:t>
      </w:r>
      <w:r>
        <w:t>ŘÍZENÍ</w:t>
      </w:r>
      <w:bookmarkEnd w:id="39"/>
      <w:bookmarkEnd w:id="40"/>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79B7B66C" w:rsidR="0018364C" w:rsidRDefault="007B3D4D" w:rsidP="00E40769">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6C7983B8" w:rsidR="0035531B" w:rsidRDefault="007B3D4D" w:rsidP="007B3D4D">
      <w:pPr>
        <w:pStyle w:val="Text1-1"/>
      </w:pPr>
      <w:r w:rsidRPr="00930B76">
        <w:t>Pokud bude nabídka vybraného dodavatele obsahovat nabídkovou cenu, která</w:t>
      </w:r>
      <w:r w:rsidR="009556C8">
        <w:t xml:space="preserve"> </w:t>
      </w:r>
      <w:r w:rsidRPr="00930B76">
        <w:t>překročí režim veřejné zakázky,</w:t>
      </w:r>
      <w:r w:rsidRPr="007B3D4D">
        <w:t xml:space="preserve"> bude výběrové řízení zrušeno</w:t>
      </w:r>
      <w:r>
        <w:t>.</w:t>
      </w:r>
    </w:p>
    <w:p w14:paraId="2ACC89C4" w14:textId="1283B659"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2A71BB">
        <w:t>30 000 000,- Kč bez DPH.</w:t>
      </w:r>
    </w:p>
    <w:p w14:paraId="045C72D6" w14:textId="77777777" w:rsidR="0035531B" w:rsidRDefault="0035531B" w:rsidP="007038DC">
      <w:pPr>
        <w:pStyle w:val="Nadpis1-1"/>
      </w:pPr>
      <w:bookmarkStart w:id="41" w:name="_Toc121988200"/>
      <w:bookmarkStart w:id="42" w:name="_Toc125113914"/>
      <w:r>
        <w:t>UZAVŘENÍ SMLOUVY</w:t>
      </w:r>
      <w:bookmarkEnd w:id="41"/>
      <w:bookmarkEnd w:id="4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068EA136"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xml:space="preserve">, případně jinou formou písemné elektronické komunikace (zadavatel </w:t>
      </w:r>
      <w:r w:rsidRPr="00081599">
        <w:t>preferuje komunikaci prostřednictvím elektronického nástroje E-ZAK)</w:t>
      </w:r>
      <w:r w:rsidR="002952C6" w:rsidRPr="00081599">
        <w:t>,</w:t>
      </w:r>
      <w:r w:rsidRPr="00081599">
        <w:t xml:space="preserve"> dokumenty uvedené v článku 19.3, resp. v článku 19.4 </w:t>
      </w:r>
      <w:r w:rsidR="005909AC" w:rsidRPr="00081599">
        <w:t xml:space="preserve">až 19.8 </w:t>
      </w:r>
      <w:r w:rsidRPr="00081599">
        <w:t>Výzvy</w:t>
      </w:r>
      <w:r w:rsidR="002952C6" w:rsidRPr="00081599">
        <w:t>, dopadají-li na vybraného dodavatele.</w:t>
      </w:r>
      <w:r w:rsidRPr="00081599">
        <w:t xml:space="preserve"> Zadavatel vyzve vybraného dodavatele</w:t>
      </w:r>
      <w:r w:rsidRPr="007B3D4D">
        <w:t xml:space="preserv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35610872" w14:textId="3753442B" w:rsidR="001B5ED5" w:rsidRDefault="00B07880" w:rsidP="00934057">
      <w:pPr>
        <w:pStyle w:val="Odrka1-1"/>
      </w:pPr>
      <w:r>
        <w:lastRenderedPageBreak/>
        <w:t xml:space="preserve">kopií dokladů o kvalifikaci ve smyslu čl. 8 této Výzvy, pokud bylo v nabídce předložení požadovaných dokladů nahrazeno </w:t>
      </w:r>
      <w:r w:rsidR="002A71BB">
        <w:t>jednotným evropským osvědčením;</w:t>
      </w:r>
    </w:p>
    <w:p w14:paraId="68AD5F9F" w14:textId="3B0DDC80" w:rsidR="0035531B" w:rsidRDefault="001B5ED5" w:rsidP="00BB541E">
      <w:pPr>
        <w:pStyle w:val="Odrka1-1"/>
      </w:pPr>
      <w:r>
        <w:t xml:space="preserve">kopie smlouvy uzavřené s výrobcem nebo </w:t>
      </w:r>
      <w:r w:rsidRPr="00934057">
        <w:t xml:space="preserve">dodavatelem zabezpečovacího zařízení, </w:t>
      </w:r>
      <w:r w:rsidR="008716A2" w:rsidRPr="00934057">
        <w:t>či</w:t>
      </w:r>
      <w:r w:rsidR="008716A2">
        <w:t xml:space="preserve"> jednostranného vyjádření závazku </w:t>
      </w:r>
      <w:r w:rsidR="008716A2" w:rsidRPr="0031722E">
        <w:t xml:space="preserve">výrobce nebo dodavatele tohoto </w:t>
      </w:r>
      <w:r w:rsidR="008716A2">
        <w:t xml:space="preserve">zařízení </w:t>
      </w:r>
      <w:r>
        <w:t xml:space="preserve">ve smyslu čl. 9.1 této Výzvy, nebude-li </w:t>
      </w:r>
      <w:r w:rsidR="0084108D">
        <w:t xml:space="preserve">vybraný </w:t>
      </w:r>
      <w:r>
        <w:t>dodavatel současně i výrobcem nebo dodavatelem tohoto zařízení, kter</w:t>
      </w:r>
      <w:r w:rsidR="008716A2">
        <w:t xml:space="preserve">ými </w:t>
      </w:r>
      <w:r w:rsidR="0084108D">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84108D">
        <w:t xml:space="preserve">vybraný </w:t>
      </w:r>
      <w:r>
        <w:t xml:space="preserve">dodavatel sám schopen toto zařízení odborně sestavit a namontovat; </w:t>
      </w:r>
    </w:p>
    <w:p w14:paraId="5E3A4BF3" w14:textId="58C2815E"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nebo </w:t>
      </w:r>
      <w:r>
        <w:t>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46B161E1" w14:textId="1D5FD419" w:rsidR="0035531B"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w:t>
      </w:r>
      <w:r w:rsidR="00845C50" w:rsidRPr="00FD2BFA">
        <w:t>a </w:t>
      </w:r>
      <w:r w:rsidRPr="00FD2BFA">
        <w:t>to elektrických</w:t>
      </w:r>
      <w:r>
        <w:t xml:space="preserve"> </w:t>
      </w:r>
      <w:r w:rsidR="00EC10AE">
        <w:t xml:space="preserve"> </w:t>
      </w:r>
      <w:r>
        <w:t>UTZ železničních drah</w:t>
      </w:r>
      <w:r w:rsidR="00092CC9">
        <w:t xml:space="preserve"> v </w:t>
      </w:r>
      <w:r>
        <w:t xml:space="preserve">rozsahu: </w:t>
      </w:r>
    </w:p>
    <w:p w14:paraId="4804BB9B" w14:textId="77777777" w:rsidR="00FD2BFA" w:rsidRDefault="00FD2BFA" w:rsidP="00FD2BFA">
      <w:pPr>
        <w:pStyle w:val="Odrka1-2-"/>
      </w:pPr>
      <w:r w:rsidRPr="00A66F60">
        <w:t>silnoproudá zařízení drážní zabezpečovací, sdělovací, požární, signalizační a výpočetní techniky,</w:t>
      </w:r>
    </w:p>
    <w:p w14:paraId="1E04D8C5" w14:textId="14F2B5B6" w:rsidR="007D5A8D" w:rsidRDefault="00FD2BFA" w:rsidP="00084A32">
      <w:pPr>
        <w:pStyle w:val="Odrka1-2-"/>
      </w:pPr>
      <w:r w:rsidRPr="00A66F60">
        <w:t>zabezpečovací zařízení, jehož elektrické obvody plní funkci přímého zajišťování bezpečnosti drážní dopravy.</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w:t>
      </w:r>
      <w:r w:rsidRPr="00855D68">
        <w:lastRenderedPageBreak/>
        <w:t>"evidence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4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43"/>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A155378" w:rsidR="00261024" w:rsidRDefault="00261024" w:rsidP="00AF20AA">
      <w:pPr>
        <w:pStyle w:val="Text1-1"/>
      </w:pPr>
      <w:r>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1350EBB6" w14:textId="77777777" w:rsidR="0035531B" w:rsidRDefault="0035531B" w:rsidP="00B77C6D">
      <w:pPr>
        <w:pStyle w:val="Nadpis1-1"/>
      </w:pPr>
      <w:bookmarkStart w:id="44" w:name="_Toc121988201"/>
      <w:bookmarkStart w:id="45" w:name="_Toc125113915"/>
      <w:r>
        <w:t>OCHRANA INFORMACÍ</w:t>
      </w:r>
      <w:bookmarkEnd w:id="44"/>
      <w:bookmarkEnd w:id="45"/>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46" w:name="_Toc59538672"/>
      <w:bookmarkStart w:id="47" w:name="_Toc121988202"/>
      <w:bookmarkStart w:id="48" w:name="_Toc125113916"/>
      <w:r>
        <w:lastRenderedPageBreak/>
        <w:t>SOCIÁLNĚ A ENVIRO</w:t>
      </w:r>
      <w:r w:rsidR="007F1CE2">
        <w:t>N</w:t>
      </w:r>
      <w:r>
        <w:t>MENTÁLNĚ ODPOVĚDNÉ ZADÁVÁNÍ, INOVACE</w:t>
      </w:r>
      <w:bookmarkEnd w:id="46"/>
      <w:bookmarkEnd w:id="47"/>
      <w:bookmarkEnd w:id="48"/>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26E014B5" w14:textId="6F49EA35" w:rsidR="00595B2D" w:rsidRDefault="004F6CAF" w:rsidP="00DB0497">
      <w:pPr>
        <w:pStyle w:val="Odrka1-1"/>
      </w:pPr>
      <w:r w:rsidRPr="0060254E">
        <w:t>recyklaci kameniva vyzískávaného z kolejového lože</w:t>
      </w:r>
      <w:r w:rsidR="00DB0497">
        <w:t>.</w:t>
      </w:r>
    </w:p>
    <w:p w14:paraId="49F0953E" w14:textId="429CB909"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DB0497">
        <w:t>ustanoveních článku 4.9</w:t>
      </w:r>
      <w:r>
        <w:t xml:space="preserve"> závazného vzoru smlouvy, který je dílem 2 zadávací dokumentace.</w:t>
      </w:r>
    </w:p>
    <w:p w14:paraId="1AD277E7" w14:textId="35627EB6" w:rsidR="00261024" w:rsidRDefault="00261024" w:rsidP="009D0F0A">
      <w:pPr>
        <w:pStyle w:val="Nadpis1-1"/>
        <w:jc w:val="both"/>
      </w:pPr>
      <w:bookmarkStart w:id="49" w:name="_Toc106284728"/>
      <w:bookmarkStart w:id="50" w:name="_Toc103932243"/>
      <w:bookmarkStart w:id="51" w:name="_Toc103683200"/>
      <w:bookmarkStart w:id="52" w:name="_Toc102380477"/>
      <w:bookmarkStart w:id="53" w:name="_Toc106631155"/>
      <w:bookmarkStart w:id="54" w:name="_Toc121988203"/>
      <w:bookmarkStart w:id="55" w:name="_Toc125113917"/>
      <w:r>
        <w:t>Další zadávací podmínky v návaznosti na sankce v souvislosti se situací na Ukrajině</w:t>
      </w:r>
      <w:bookmarkEnd w:id="49"/>
      <w:bookmarkEnd w:id="50"/>
      <w:bookmarkEnd w:id="51"/>
      <w:bookmarkEnd w:id="52"/>
      <w:bookmarkEnd w:id="53"/>
      <w:bookmarkEnd w:id="54"/>
      <w:bookmarkEnd w:id="55"/>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7DB87591" w:rsidR="00261024" w:rsidRPr="00261024" w:rsidRDefault="00261024" w:rsidP="00261024">
      <w:pPr>
        <w:pStyle w:val="Text1-1"/>
      </w:pPr>
      <w:r>
        <w:t>V případě postupu účastníka v rozporu s tímto článkem bude účastník vyloučen z výběrového řízení.</w:t>
      </w:r>
    </w:p>
    <w:p w14:paraId="2D9A5732" w14:textId="15DEAE54" w:rsidR="0035531B" w:rsidRDefault="0035531B" w:rsidP="00564DDD">
      <w:pPr>
        <w:pStyle w:val="Nadpis1-1"/>
      </w:pPr>
      <w:bookmarkStart w:id="56" w:name="_Toc121988204"/>
      <w:bookmarkStart w:id="57" w:name="_Toc125113918"/>
      <w:r>
        <w:lastRenderedPageBreak/>
        <w:t xml:space="preserve">PŘÍLOHY </w:t>
      </w:r>
      <w:r w:rsidR="001472A9">
        <w:t>TÉTO VÝZVY</w:t>
      </w:r>
      <w:bookmarkEnd w:id="56"/>
      <w:bookmarkEnd w:id="57"/>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1E40A2D0" w:rsidR="0035531B" w:rsidRDefault="0035531B" w:rsidP="00564DDD">
      <w:pPr>
        <w:pStyle w:val="Textbezslovn"/>
        <w:spacing w:after="0"/>
      </w:pPr>
      <w:r>
        <w:t>V</w:t>
      </w:r>
      <w:r w:rsidR="00B36181">
        <w:t> </w:t>
      </w:r>
      <w:r w:rsidRPr="00D56DB1">
        <w:t>Praze</w:t>
      </w:r>
      <w:r>
        <w:t xml:space="preserve"> </w:t>
      </w:r>
    </w:p>
    <w:p w14:paraId="30B2D117" w14:textId="77777777" w:rsidR="00D56DB1" w:rsidRDefault="00D56DB1" w:rsidP="00564DDD">
      <w:pPr>
        <w:pStyle w:val="Textbezslovn"/>
        <w:spacing w:after="0"/>
      </w:pPr>
    </w:p>
    <w:p w14:paraId="26A13A79" w14:textId="77777777" w:rsidR="0035531B" w:rsidRDefault="0035531B" w:rsidP="00564DDD">
      <w:pPr>
        <w:pStyle w:val="Textbezslovn"/>
        <w:spacing w:after="0"/>
      </w:pPr>
    </w:p>
    <w:p w14:paraId="124D0D46" w14:textId="77777777" w:rsidR="0035531B" w:rsidRDefault="0035531B" w:rsidP="00564DDD">
      <w:pPr>
        <w:pStyle w:val="Textbezslovn"/>
        <w:spacing w:after="0"/>
      </w:pPr>
    </w:p>
    <w:p w14:paraId="3102FDB0" w14:textId="77777777" w:rsidR="0035531B" w:rsidRDefault="0035531B" w:rsidP="00564DDD">
      <w:pPr>
        <w:pStyle w:val="Textbezslovn"/>
        <w:spacing w:after="0"/>
      </w:pPr>
    </w:p>
    <w:p w14:paraId="29D9D6AD" w14:textId="77777777" w:rsidR="00D56DB1" w:rsidRPr="00D56DB1" w:rsidRDefault="00D56DB1" w:rsidP="00D56DB1">
      <w:pPr>
        <w:spacing w:after="0"/>
        <w:ind w:left="737"/>
        <w:jc w:val="both"/>
      </w:pPr>
      <w:r w:rsidRPr="00D56DB1">
        <w:t>…………………………………………….</w:t>
      </w:r>
    </w:p>
    <w:p w14:paraId="250D80CB" w14:textId="77777777" w:rsidR="00D56DB1" w:rsidRPr="00D56DB1" w:rsidRDefault="00D56DB1" w:rsidP="00D56DB1">
      <w:pPr>
        <w:spacing w:after="0"/>
        <w:ind w:left="737"/>
        <w:jc w:val="both"/>
        <w:rPr>
          <w:b/>
        </w:rPr>
      </w:pPr>
      <w:r w:rsidRPr="00D56DB1">
        <w:rPr>
          <w:b/>
        </w:rPr>
        <w:t>Ing. Petr Hofhanzl</w:t>
      </w:r>
    </w:p>
    <w:p w14:paraId="1212AC56" w14:textId="77777777" w:rsidR="00D56DB1" w:rsidRPr="00D56DB1" w:rsidRDefault="00D56DB1" w:rsidP="00D56DB1">
      <w:pPr>
        <w:spacing w:after="0"/>
        <w:ind w:left="737"/>
        <w:jc w:val="both"/>
      </w:pPr>
      <w:r w:rsidRPr="00D56DB1">
        <w:t>ředitel Stavební správy západ</w:t>
      </w:r>
    </w:p>
    <w:p w14:paraId="16AFB686" w14:textId="716A28BF" w:rsidR="00564DDD" w:rsidRDefault="00D56DB1" w:rsidP="00D56DB1">
      <w:pPr>
        <w:pStyle w:val="Textbezslovn"/>
        <w:spacing w:after="0"/>
      </w:pPr>
      <w:r w:rsidRPr="00D56DB1">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0878DD3F" w:rsidR="008C65E0" w:rsidRDefault="006A6AF2" w:rsidP="006A6AF2">
      <w:pPr>
        <w:pStyle w:val="Textbezslovn"/>
        <w:ind w:left="0"/>
      </w:pPr>
      <w:r w:rsidRPr="006A6AF2">
        <w:t>Řádně jsme se seznámili se zněním zadávacích pod</w:t>
      </w:r>
      <w:r w:rsidR="00673D62">
        <w:t xml:space="preserve">mínek veřejné zakázky s názvem </w:t>
      </w:r>
      <w:r w:rsidR="00673D62" w:rsidRPr="00673D62">
        <w:rPr>
          <w:b/>
        </w:rPr>
        <w:t>Doplnění závor na přejezdu P3340 trati Lovosice - Česká Lípa</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673D62">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55A24283"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673D62" w:rsidRPr="00673D62">
        <w:rPr>
          <w:b/>
        </w:rPr>
        <w:t>Doplnění závor na přejezdu P3340 trati Lovosice - Česká Lípa</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725CB6" w14:textId="77777777" w:rsidR="009B310F" w:rsidRDefault="009B310F" w:rsidP="00962258">
      <w:pPr>
        <w:spacing w:after="0" w:line="240" w:lineRule="auto"/>
      </w:pPr>
      <w:r>
        <w:separator/>
      </w:r>
    </w:p>
  </w:endnote>
  <w:endnote w:type="continuationSeparator" w:id="0">
    <w:p w14:paraId="61A3E7CF" w14:textId="77777777" w:rsidR="009B310F" w:rsidRDefault="009B310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3210" w14:paraId="43E6FD8A" w14:textId="77777777" w:rsidTr="00EB46E5">
      <w:tc>
        <w:tcPr>
          <w:tcW w:w="1361" w:type="dxa"/>
          <w:tcMar>
            <w:left w:w="0" w:type="dxa"/>
            <w:right w:w="0" w:type="dxa"/>
          </w:tcMar>
          <w:vAlign w:val="bottom"/>
        </w:tcPr>
        <w:p w14:paraId="016FBFAA" w14:textId="02565415" w:rsidR="00D93210" w:rsidRPr="00B8518B" w:rsidRDefault="00D93210"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08EE">
            <w:rPr>
              <w:rStyle w:val="slostrnky"/>
              <w:noProof/>
            </w:rPr>
            <w:t>25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308EE">
            <w:rPr>
              <w:rStyle w:val="slostrnky"/>
              <w:noProof/>
            </w:rPr>
            <w:t>39</w:t>
          </w:r>
          <w:r w:rsidRPr="00B8518B">
            <w:rPr>
              <w:rStyle w:val="slostrnky"/>
            </w:rPr>
            <w:fldChar w:fldCharType="end"/>
          </w:r>
        </w:p>
      </w:tc>
      <w:tc>
        <w:tcPr>
          <w:tcW w:w="284" w:type="dxa"/>
          <w:shd w:val="clear" w:color="auto" w:fill="auto"/>
          <w:tcMar>
            <w:left w:w="0" w:type="dxa"/>
            <w:right w:w="0" w:type="dxa"/>
          </w:tcMar>
        </w:tcPr>
        <w:p w14:paraId="37189AA7" w14:textId="77777777" w:rsidR="00D93210" w:rsidRDefault="00D93210" w:rsidP="00B8518B">
          <w:pPr>
            <w:pStyle w:val="Zpat"/>
          </w:pPr>
        </w:p>
      </w:tc>
      <w:tc>
        <w:tcPr>
          <w:tcW w:w="425" w:type="dxa"/>
          <w:shd w:val="clear" w:color="auto" w:fill="auto"/>
          <w:tcMar>
            <w:left w:w="0" w:type="dxa"/>
            <w:right w:w="0" w:type="dxa"/>
          </w:tcMar>
        </w:tcPr>
        <w:p w14:paraId="45F1B8FE" w14:textId="77777777" w:rsidR="00D93210" w:rsidRDefault="00D93210" w:rsidP="00B8518B">
          <w:pPr>
            <w:pStyle w:val="Zpat"/>
          </w:pPr>
        </w:p>
      </w:tc>
      <w:tc>
        <w:tcPr>
          <w:tcW w:w="8505" w:type="dxa"/>
        </w:tcPr>
        <w:p w14:paraId="6552BBF7" w14:textId="5BBB0849" w:rsidR="00D93210" w:rsidRDefault="00D93210" w:rsidP="00EB46E5">
          <w:pPr>
            <w:pStyle w:val="Zpat0"/>
          </w:pPr>
          <w:r w:rsidRPr="00281BB5">
            <w:t>„Doplnění závor na přejezdu P3340 trati Lovosice - Česká Lípa“</w:t>
          </w:r>
        </w:p>
        <w:p w14:paraId="3201EED0" w14:textId="77777777" w:rsidR="00D93210" w:rsidRDefault="00D93210" w:rsidP="00EB46E5">
          <w:pPr>
            <w:pStyle w:val="Zpat0"/>
          </w:pPr>
          <w:r>
            <w:t>Díl 1 – VÝZVA K PODÁNÍ NABÍDKY</w:t>
          </w:r>
        </w:p>
        <w:p w14:paraId="0F33739D" w14:textId="77777777" w:rsidR="00D93210" w:rsidRDefault="00D93210" w:rsidP="0035531B">
          <w:pPr>
            <w:pStyle w:val="Zpat0"/>
          </w:pPr>
        </w:p>
      </w:tc>
    </w:tr>
  </w:tbl>
  <w:p w14:paraId="0F99771F" w14:textId="77777777" w:rsidR="00D93210" w:rsidRPr="00B8518B" w:rsidRDefault="00D9321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D93210" w:rsidRPr="00B8518B" w:rsidRDefault="00D93210" w:rsidP="00460660">
    <w:pPr>
      <w:pStyle w:val="Zpat"/>
      <w:rPr>
        <w:sz w:val="2"/>
        <w:szCs w:val="2"/>
      </w:rPr>
    </w:pPr>
  </w:p>
  <w:p w14:paraId="542534AD" w14:textId="77777777" w:rsidR="00D93210" w:rsidRPr="00460660" w:rsidRDefault="00D9321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A2E885" w14:textId="77777777" w:rsidR="009B310F" w:rsidRDefault="009B310F" w:rsidP="00962258">
      <w:pPr>
        <w:spacing w:after="0" w:line="240" w:lineRule="auto"/>
      </w:pPr>
      <w:r>
        <w:separator/>
      </w:r>
    </w:p>
  </w:footnote>
  <w:footnote w:type="continuationSeparator" w:id="0">
    <w:p w14:paraId="7287C16C" w14:textId="77777777" w:rsidR="009B310F" w:rsidRDefault="009B310F" w:rsidP="00962258">
      <w:pPr>
        <w:spacing w:after="0" w:line="240" w:lineRule="auto"/>
      </w:pPr>
      <w:r>
        <w:continuationSeparator/>
      </w:r>
    </w:p>
  </w:footnote>
  <w:footnote w:id="1">
    <w:p w14:paraId="6D9839BF" w14:textId="77777777" w:rsidR="00D93210" w:rsidRDefault="00D93210"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D93210" w:rsidRDefault="00D93210"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D93210" w:rsidRDefault="00D93210"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D93210" w:rsidRDefault="00D93210">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D93210" w:rsidRDefault="00D93210">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D93210" w:rsidRDefault="00D9321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D93210" w:rsidRDefault="00D9321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D93210" w:rsidRDefault="00D93210"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D93210" w:rsidRDefault="00D93210"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D93210" w:rsidRDefault="00D93210"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3210" w14:paraId="79A2CDDF" w14:textId="77777777" w:rsidTr="00C02D0A">
      <w:trPr>
        <w:trHeight w:hRule="exact" w:val="454"/>
      </w:trPr>
      <w:tc>
        <w:tcPr>
          <w:tcW w:w="1361" w:type="dxa"/>
          <w:tcMar>
            <w:top w:w="57" w:type="dxa"/>
            <w:left w:w="0" w:type="dxa"/>
            <w:right w:w="0" w:type="dxa"/>
          </w:tcMar>
        </w:tcPr>
        <w:p w14:paraId="6F56E93F" w14:textId="77777777" w:rsidR="00D93210" w:rsidRPr="00B8518B" w:rsidRDefault="00D93210" w:rsidP="00523EA7">
          <w:pPr>
            <w:pStyle w:val="Zpat"/>
            <w:rPr>
              <w:rStyle w:val="slostrnky"/>
            </w:rPr>
          </w:pPr>
        </w:p>
      </w:tc>
      <w:tc>
        <w:tcPr>
          <w:tcW w:w="3458" w:type="dxa"/>
          <w:shd w:val="clear" w:color="auto" w:fill="auto"/>
          <w:tcMar>
            <w:top w:w="57" w:type="dxa"/>
            <w:left w:w="0" w:type="dxa"/>
            <w:right w:w="0" w:type="dxa"/>
          </w:tcMar>
        </w:tcPr>
        <w:p w14:paraId="743F0C7F" w14:textId="77777777" w:rsidR="00D93210" w:rsidRDefault="00D93210" w:rsidP="00523EA7">
          <w:pPr>
            <w:pStyle w:val="Zpat"/>
          </w:pPr>
        </w:p>
      </w:tc>
      <w:tc>
        <w:tcPr>
          <w:tcW w:w="5698" w:type="dxa"/>
          <w:shd w:val="clear" w:color="auto" w:fill="auto"/>
          <w:tcMar>
            <w:top w:w="57" w:type="dxa"/>
            <w:left w:w="0" w:type="dxa"/>
            <w:right w:w="0" w:type="dxa"/>
          </w:tcMar>
        </w:tcPr>
        <w:p w14:paraId="31CF52A8" w14:textId="77777777" w:rsidR="00D93210" w:rsidRPr="00D6163D" w:rsidRDefault="00D93210" w:rsidP="00D6163D">
          <w:pPr>
            <w:pStyle w:val="Druhdokumentu"/>
          </w:pPr>
        </w:p>
      </w:tc>
    </w:tr>
  </w:tbl>
  <w:p w14:paraId="75C0D1DB" w14:textId="77777777" w:rsidR="00D93210" w:rsidRPr="00D6163D" w:rsidRDefault="00D9321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93210" w14:paraId="305FD5DB" w14:textId="77777777" w:rsidTr="00B22106">
      <w:trPr>
        <w:trHeight w:hRule="exact" w:val="936"/>
      </w:trPr>
      <w:tc>
        <w:tcPr>
          <w:tcW w:w="1361" w:type="dxa"/>
          <w:tcMar>
            <w:left w:w="0" w:type="dxa"/>
            <w:right w:w="0" w:type="dxa"/>
          </w:tcMar>
        </w:tcPr>
        <w:p w14:paraId="570B0069" w14:textId="77777777" w:rsidR="00D93210" w:rsidRPr="00B8518B" w:rsidRDefault="00D93210" w:rsidP="00FC6389">
          <w:pPr>
            <w:pStyle w:val="Zpat"/>
            <w:rPr>
              <w:rStyle w:val="slostrnky"/>
            </w:rPr>
          </w:pPr>
        </w:p>
      </w:tc>
      <w:tc>
        <w:tcPr>
          <w:tcW w:w="3458" w:type="dxa"/>
          <w:shd w:val="clear" w:color="auto" w:fill="auto"/>
          <w:tcMar>
            <w:left w:w="0" w:type="dxa"/>
            <w:right w:w="0" w:type="dxa"/>
          </w:tcMar>
        </w:tcPr>
        <w:p w14:paraId="5C1BA917" w14:textId="77777777" w:rsidR="00D93210" w:rsidRDefault="00D93210" w:rsidP="00FC6389">
          <w:pPr>
            <w:pStyle w:val="Zpat"/>
          </w:pPr>
        </w:p>
      </w:tc>
      <w:tc>
        <w:tcPr>
          <w:tcW w:w="5756" w:type="dxa"/>
          <w:shd w:val="clear" w:color="auto" w:fill="auto"/>
          <w:tcMar>
            <w:left w:w="0" w:type="dxa"/>
            <w:right w:w="0" w:type="dxa"/>
          </w:tcMar>
        </w:tcPr>
        <w:p w14:paraId="2C32B53E" w14:textId="77777777" w:rsidR="00D93210" w:rsidRPr="00D6163D" w:rsidRDefault="00D93210" w:rsidP="00FC6389">
          <w:pPr>
            <w:pStyle w:val="Druhdokumentu"/>
          </w:pPr>
        </w:p>
      </w:tc>
    </w:tr>
    <w:tr w:rsidR="00D93210" w14:paraId="69F8D53D" w14:textId="77777777" w:rsidTr="00B22106">
      <w:trPr>
        <w:trHeight w:hRule="exact" w:val="936"/>
      </w:trPr>
      <w:tc>
        <w:tcPr>
          <w:tcW w:w="1361" w:type="dxa"/>
          <w:tcMar>
            <w:left w:w="0" w:type="dxa"/>
            <w:right w:w="0" w:type="dxa"/>
          </w:tcMar>
        </w:tcPr>
        <w:p w14:paraId="679BED3A" w14:textId="77777777" w:rsidR="00D93210" w:rsidRPr="00B8518B" w:rsidRDefault="00D93210" w:rsidP="00FC6389">
          <w:pPr>
            <w:pStyle w:val="Zpat"/>
            <w:rPr>
              <w:rStyle w:val="slostrnky"/>
            </w:rPr>
          </w:pPr>
        </w:p>
      </w:tc>
      <w:tc>
        <w:tcPr>
          <w:tcW w:w="3458" w:type="dxa"/>
          <w:shd w:val="clear" w:color="auto" w:fill="auto"/>
          <w:tcMar>
            <w:left w:w="0" w:type="dxa"/>
            <w:right w:w="0" w:type="dxa"/>
          </w:tcMar>
        </w:tcPr>
        <w:p w14:paraId="63E8AC86" w14:textId="77777777" w:rsidR="00D93210" w:rsidRDefault="00D93210" w:rsidP="00FC6389">
          <w:pPr>
            <w:pStyle w:val="Zpat"/>
          </w:pPr>
        </w:p>
      </w:tc>
      <w:tc>
        <w:tcPr>
          <w:tcW w:w="5756" w:type="dxa"/>
          <w:shd w:val="clear" w:color="auto" w:fill="auto"/>
          <w:tcMar>
            <w:left w:w="0" w:type="dxa"/>
            <w:right w:w="0" w:type="dxa"/>
          </w:tcMar>
        </w:tcPr>
        <w:p w14:paraId="702F8471" w14:textId="77777777" w:rsidR="00D93210" w:rsidRPr="00D6163D" w:rsidRDefault="00D93210" w:rsidP="00FC6389">
          <w:pPr>
            <w:pStyle w:val="Druhdokumentu"/>
          </w:pPr>
        </w:p>
      </w:tc>
    </w:tr>
  </w:tbl>
  <w:p w14:paraId="0A197E79" w14:textId="77777777" w:rsidR="00D93210" w:rsidRPr="00D6163D" w:rsidRDefault="00D93210"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D93210" w:rsidRPr="00460660" w:rsidRDefault="00D9321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58242232"/>
    <w:multiLevelType w:val="hybridMultilevel"/>
    <w:tmpl w:val="FB00DA96"/>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2"/>
  </w:num>
  <w:num w:numId="4">
    <w:abstractNumId w:val="2"/>
  </w:num>
  <w:num w:numId="5">
    <w:abstractNumId w:val="0"/>
  </w:num>
  <w:num w:numId="6">
    <w:abstractNumId w:val="5"/>
  </w:num>
  <w:num w:numId="7">
    <w:abstractNumId w:val="8"/>
  </w:num>
  <w:num w:numId="8">
    <w:abstractNumId w:val="6"/>
  </w:num>
  <w:num w:numId="9">
    <w:abstractNumId w:val="13"/>
  </w:num>
  <w:num w:numId="10">
    <w:abstractNumId w:val="11"/>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6"/>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4"/>
  </w:num>
  <w:num w:numId="47">
    <w:abstractNumId w:val="6"/>
  </w:num>
  <w:num w:numId="48">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11AC7"/>
    <w:rsid w:val="0001355D"/>
    <w:rsid w:val="00015DBC"/>
    <w:rsid w:val="00015E8D"/>
    <w:rsid w:val="000174E8"/>
    <w:rsid w:val="00017F3C"/>
    <w:rsid w:val="000203DB"/>
    <w:rsid w:val="00025680"/>
    <w:rsid w:val="000259F7"/>
    <w:rsid w:val="00025F06"/>
    <w:rsid w:val="000276A8"/>
    <w:rsid w:val="0003198B"/>
    <w:rsid w:val="000338E9"/>
    <w:rsid w:val="000363D7"/>
    <w:rsid w:val="00041D9D"/>
    <w:rsid w:val="00041EC8"/>
    <w:rsid w:val="00045485"/>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81599"/>
    <w:rsid w:val="00082434"/>
    <w:rsid w:val="000839DD"/>
    <w:rsid w:val="00084A32"/>
    <w:rsid w:val="00085564"/>
    <w:rsid w:val="00090767"/>
    <w:rsid w:val="00091CD6"/>
    <w:rsid w:val="00092CC9"/>
    <w:rsid w:val="000961B4"/>
    <w:rsid w:val="000B12B0"/>
    <w:rsid w:val="000B20AE"/>
    <w:rsid w:val="000B3D7B"/>
    <w:rsid w:val="000B4C49"/>
    <w:rsid w:val="000B4EB8"/>
    <w:rsid w:val="000C2072"/>
    <w:rsid w:val="000C3CD6"/>
    <w:rsid w:val="000C41F2"/>
    <w:rsid w:val="000D0DE7"/>
    <w:rsid w:val="000D22C4"/>
    <w:rsid w:val="000D27D1"/>
    <w:rsid w:val="000D5E72"/>
    <w:rsid w:val="000D6762"/>
    <w:rsid w:val="000D7437"/>
    <w:rsid w:val="000E15C8"/>
    <w:rsid w:val="000E1A7F"/>
    <w:rsid w:val="000E25BA"/>
    <w:rsid w:val="000E5F0B"/>
    <w:rsid w:val="000E6FF8"/>
    <w:rsid w:val="000F4E40"/>
    <w:rsid w:val="001032AF"/>
    <w:rsid w:val="00106A0E"/>
    <w:rsid w:val="001077DE"/>
    <w:rsid w:val="00112301"/>
    <w:rsid w:val="00112770"/>
    <w:rsid w:val="00112864"/>
    <w:rsid w:val="00112F94"/>
    <w:rsid w:val="00114472"/>
    <w:rsid w:val="00114988"/>
    <w:rsid w:val="00114A29"/>
    <w:rsid w:val="00115069"/>
    <w:rsid w:val="001150F2"/>
    <w:rsid w:val="00116813"/>
    <w:rsid w:val="00132890"/>
    <w:rsid w:val="00142F26"/>
    <w:rsid w:val="00146496"/>
    <w:rsid w:val="00146BCB"/>
    <w:rsid w:val="00146DD0"/>
    <w:rsid w:val="001472A9"/>
    <w:rsid w:val="00156FF2"/>
    <w:rsid w:val="00157179"/>
    <w:rsid w:val="00162530"/>
    <w:rsid w:val="001656A2"/>
    <w:rsid w:val="00170521"/>
    <w:rsid w:val="00170EC5"/>
    <w:rsid w:val="001747C1"/>
    <w:rsid w:val="001757D2"/>
    <w:rsid w:val="00177199"/>
    <w:rsid w:val="00177D6B"/>
    <w:rsid w:val="0018364C"/>
    <w:rsid w:val="001902D3"/>
    <w:rsid w:val="00191F90"/>
    <w:rsid w:val="00192880"/>
    <w:rsid w:val="0019345F"/>
    <w:rsid w:val="0019354D"/>
    <w:rsid w:val="00193D8F"/>
    <w:rsid w:val="001950C2"/>
    <w:rsid w:val="0019527B"/>
    <w:rsid w:val="00196E81"/>
    <w:rsid w:val="001B23A1"/>
    <w:rsid w:val="001B4E74"/>
    <w:rsid w:val="001B5ED5"/>
    <w:rsid w:val="001B6B1E"/>
    <w:rsid w:val="001C3945"/>
    <w:rsid w:val="001C645F"/>
    <w:rsid w:val="001D0D67"/>
    <w:rsid w:val="001D0E2D"/>
    <w:rsid w:val="001D1463"/>
    <w:rsid w:val="001D4B4A"/>
    <w:rsid w:val="001D5DE6"/>
    <w:rsid w:val="001E03BE"/>
    <w:rsid w:val="001E08F5"/>
    <w:rsid w:val="001E1A3D"/>
    <w:rsid w:val="001E651D"/>
    <w:rsid w:val="001E678E"/>
    <w:rsid w:val="001F0B6F"/>
    <w:rsid w:val="001F39FF"/>
    <w:rsid w:val="00202539"/>
    <w:rsid w:val="00202B5D"/>
    <w:rsid w:val="00204A00"/>
    <w:rsid w:val="0020586C"/>
    <w:rsid w:val="0020719F"/>
    <w:rsid w:val="002071BB"/>
    <w:rsid w:val="00207DF5"/>
    <w:rsid w:val="0021225E"/>
    <w:rsid w:val="00213B4F"/>
    <w:rsid w:val="0021586B"/>
    <w:rsid w:val="00220228"/>
    <w:rsid w:val="002222C1"/>
    <w:rsid w:val="00233A30"/>
    <w:rsid w:val="00233A53"/>
    <w:rsid w:val="00235EB5"/>
    <w:rsid w:val="002368D8"/>
    <w:rsid w:val="002369BD"/>
    <w:rsid w:val="00240B81"/>
    <w:rsid w:val="00241322"/>
    <w:rsid w:val="00243A50"/>
    <w:rsid w:val="00243A80"/>
    <w:rsid w:val="0024699F"/>
    <w:rsid w:val="00247D01"/>
    <w:rsid w:val="0025030F"/>
    <w:rsid w:val="00251C72"/>
    <w:rsid w:val="00254A51"/>
    <w:rsid w:val="00261024"/>
    <w:rsid w:val="00261A5B"/>
    <w:rsid w:val="002628F0"/>
    <w:rsid w:val="00262E5B"/>
    <w:rsid w:val="00263CBA"/>
    <w:rsid w:val="00266708"/>
    <w:rsid w:val="002670A6"/>
    <w:rsid w:val="00267CF3"/>
    <w:rsid w:val="00276660"/>
    <w:rsid w:val="00276AFE"/>
    <w:rsid w:val="00280CE6"/>
    <w:rsid w:val="00281BB5"/>
    <w:rsid w:val="00283302"/>
    <w:rsid w:val="002924B8"/>
    <w:rsid w:val="00294F37"/>
    <w:rsid w:val="002952C6"/>
    <w:rsid w:val="002A1957"/>
    <w:rsid w:val="002A3B57"/>
    <w:rsid w:val="002A71BB"/>
    <w:rsid w:val="002C04EE"/>
    <w:rsid w:val="002C31BF"/>
    <w:rsid w:val="002D7FD6"/>
    <w:rsid w:val="002E0CD7"/>
    <w:rsid w:val="002E0CFB"/>
    <w:rsid w:val="002E0F4A"/>
    <w:rsid w:val="002E294C"/>
    <w:rsid w:val="002E5B10"/>
    <w:rsid w:val="002E5C7B"/>
    <w:rsid w:val="002E7A51"/>
    <w:rsid w:val="002F3E4D"/>
    <w:rsid w:val="002F4333"/>
    <w:rsid w:val="00307641"/>
    <w:rsid w:val="00311E65"/>
    <w:rsid w:val="00311F11"/>
    <w:rsid w:val="0031484C"/>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096"/>
    <w:rsid w:val="0035531B"/>
    <w:rsid w:val="003571D8"/>
    <w:rsid w:val="00357BC6"/>
    <w:rsid w:val="00360076"/>
    <w:rsid w:val="00360428"/>
    <w:rsid w:val="00361139"/>
    <w:rsid w:val="00361422"/>
    <w:rsid w:val="0036290F"/>
    <w:rsid w:val="00370DFC"/>
    <w:rsid w:val="003717A3"/>
    <w:rsid w:val="00373447"/>
    <w:rsid w:val="003753A9"/>
    <w:rsid w:val="0037545D"/>
    <w:rsid w:val="00382B21"/>
    <w:rsid w:val="00384218"/>
    <w:rsid w:val="00385740"/>
    <w:rsid w:val="00386FF1"/>
    <w:rsid w:val="00392EB6"/>
    <w:rsid w:val="00393419"/>
    <w:rsid w:val="00393C6E"/>
    <w:rsid w:val="003944D4"/>
    <w:rsid w:val="00394D03"/>
    <w:rsid w:val="003956C6"/>
    <w:rsid w:val="003A0E3D"/>
    <w:rsid w:val="003A43FA"/>
    <w:rsid w:val="003A4513"/>
    <w:rsid w:val="003B1627"/>
    <w:rsid w:val="003B26BD"/>
    <w:rsid w:val="003B2F37"/>
    <w:rsid w:val="003B4E63"/>
    <w:rsid w:val="003B596D"/>
    <w:rsid w:val="003C00AA"/>
    <w:rsid w:val="003C103D"/>
    <w:rsid w:val="003C33F2"/>
    <w:rsid w:val="003D0EE6"/>
    <w:rsid w:val="003D1A44"/>
    <w:rsid w:val="003D42AA"/>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F61"/>
    <w:rsid w:val="00417B62"/>
    <w:rsid w:val="00422E8D"/>
    <w:rsid w:val="0042745B"/>
    <w:rsid w:val="00427794"/>
    <w:rsid w:val="004314DD"/>
    <w:rsid w:val="00450C3E"/>
    <w:rsid w:val="00450F07"/>
    <w:rsid w:val="00451D51"/>
    <w:rsid w:val="0045221E"/>
    <w:rsid w:val="00452F69"/>
    <w:rsid w:val="00453CD3"/>
    <w:rsid w:val="00453EAE"/>
    <w:rsid w:val="00454716"/>
    <w:rsid w:val="00454BB9"/>
    <w:rsid w:val="00455991"/>
    <w:rsid w:val="00457582"/>
    <w:rsid w:val="00457831"/>
    <w:rsid w:val="0045798F"/>
    <w:rsid w:val="00460660"/>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93D73"/>
    <w:rsid w:val="004B34E9"/>
    <w:rsid w:val="004B4008"/>
    <w:rsid w:val="004B7724"/>
    <w:rsid w:val="004C086E"/>
    <w:rsid w:val="004C18D4"/>
    <w:rsid w:val="004C4399"/>
    <w:rsid w:val="004C787C"/>
    <w:rsid w:val="004D3B30"/>
    <w:rsid w:val="004D78D3"/>
    <w:rsid w:val="004E39D9"/>
    <w:rsid w:val="004E55AC"/>
    <w:rsid w:val="004E7107"/>
    <w:rsid w:val="004E77B2"/>
    <w:rsid w:val="004E7A1F"/>
    <w:rsid w:val="004F1D17"/>
    <w:rsid w:val="004F3CA6"/>
    <w:rsid w:val="004F4597"/>
    <w:rsid w:val="004F4B9B"/>
    <w:rsid w:val="004F6CAF"/>
    <w:rsid w:val="004F70A1"/>
    <w:rsid w:val="00500887"/>
    <w:rsid w:val="00500DB2"/>
    <w:rsid w:val="00501B32"/>
    <w:rsid w:val="0050242E"/>
    <w:rsid w:val="0050442A"/>
    <w:rsid w:val="005044F8"/>
    <w:rsid w:val="0050583D"/>
    <w:rsid w:val="00505BEA"/>
    <w:rsid w:val="0050666E"/>
    <w:rsid w:val="00511AB9"/>
    <w:rsid w:val="005138DF"/>
    <w:rsid w:val="005162DA"/>
    <w:rsid w:val="00520935"/>
    <w:rsid w:val="005210B3"/>
    <w:rsid w:val="00523BB5"/>
    <w:rsid w:val="00523EA7"/>
    <w:rsid w:val="00536FFE"/>
    <w:rsid w:val="005406EB"/>
    <w:rsid w:val="00542A90"/>
    <w:rsid w:val="00544A85"/>
    <w:rsid w:val="00546FFB"/>
    <w:rsid w:val="00551E4C"/>
    <w:rsid w:val="00553375"/>
    <w:rsid w:val="00555884"/>
    <w:rsid w:val="00560665"/>
    <w:rsid w:val="00564DDD"/>
    <w:rsid w:val="00565F22"/>
    <w:rsid w:val="0056655E"/>
    <w:rsid w:val="0057063E"/>
    <w:rsid w:val="005736B7"/>
    <w:rsid w:val="00575E5A"/>
    <w:rsid w:val="00577A3C"/>
    <w:rsid w:val="00580245"/>
    <w:rsid w:val="00584AFA"/>
    <w:rsid w:val="00584FF3"/>
    <w:rsid w:val="00587D6D"/>
    <w:rsid w:val="005909AC"/>
    <w:rsid w:val="00595B2D"/>
    <w:rsid w:val="005971DD"/>
    <w:rsid w:val="005A1F44"/>
    <w:rsid w:val="005A2BFE"/>
    <w:rsid w:val="005A30E2"/>
    <w:rsid w:val="005A3D2F"/>
    <w:rsid w:val="005B21D6"/>
    <w:rsid w:val="005B3472"/>
    <w:rsid w:val="005B5EA8"/>
    <w:rsid w:val="005B64BB"/>
    <w:rsid w:val="005C25A5"/>
    <w:rsid w:val="005C2C3B"/>
    <w:rsid w:val="005C55AA"/>
    <w:rsid w:val="005D0321"/>
    <w:rsid w:val="005D0D65"/>
    <w:rsid w:val="005D3C39"/>
    <w:rsid w:val="005D4921"/>
    <w:rsid w:val="005E33AB"/>
    <w:rsid w:val="005E62AD"/>
    <w:rsid w:val="005F3817"/>
    <w:rsid w:val="005F5485"/>
    <w:rsid w:val="005F7739"/>
    <w:rsid w:val="0060115D"/>
    <w:rsid w:val="00601A8C"/>
    <w:rsid w:val="006023D7"/>
    <w:rsid w:val="0061068E"/>
    <w:rsid w:val="006113EE"/>
    <w:rsid w:val="00611407"/>
    <w:rsid w:val="006115D3"/>
    <w:rsid w:val="00616090"/>
    <w:rsid w:val="006238E7"/>
    <w:rsid w:val="00626447"/>
    <w:rsid w:val="00626C82"/>
    <w:rsid w:val="00631F88"/>
    <w:rsid w:val="006339EA"/>
    <w:rsid w:val="00633DB6"/>
    <w:rsid w:val="00635790"/>
    <w:rsid w:val="00640B30"/>
    <w:rsid w:val="00640BE3"/>
    <w:rsid w:val="00642162"/>
    <w:rsid w:val="0064673D"/>
    <w:rsid w:val="00655976"/>
    <w:rsid w:val="0065610E"/>
    <w:rsid w:val="00656272"/>
    <w:rsid w:val="00660AD3"/>
    <w:rsid w:val="00660BEB"/>
    <w:rsid w:val="00662266"/>
    <w:rsid w:val="00665F2C"/>
    <w:rsid w:val="006720FB"/>
    <w:rsid w:val="00673D62"/>
    <w:rsid w:val="006776B6"/>
    <w:rsid w:val="00677E3B"/>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395C"/>
    <w:rsid w:val="006B3D79"/>
    <w:rsid w:val="006B6FE4"/>
    <w:rsid w:val="006C04A0"/>
    <w:rsid w:val="006C2343"/>
    <w:rsid w:val="006C442A"/>
    <w:rsid w:val="006C4AD3"/>
    <w:rsid w:val="006D34B2"/>
    <w:rsid w:val="006D36C4"/>
    <w:rsid w:val="006E0578"/>
    <w:rsid w:val="006E314D"/>
    <w:rsid w:val="006E3832"/>
    <w:rsid w:val="006E449B"/>
    <w:rsid w:val="006E6247"/>
    <w:rsid w:val="006F67BA"/>
    <w:rsid w:val="006F6B09"/>
    <w:rsid w:val="007038DC"/>
    <w:rsid w:val="00703EFD"/>
    <w:rsid w:val="007063D3"/>
    <w:rsid w:val="00706F4C"/>
    <w:rsid w:val="00710723"/>
    <w:rsid w:val="0071311E"/>
    <w:rsid w:val="007134F3"/>
    <w:rsid w:val="00714AE8"/>
    <w:rsid w:val="00723ED1"/>
    <w:rsid w:val="007242C4"/>
    <w:rsid w:val="00724F4C"/>
    <w:rsid w:val="00725ED5"/>
    <w:rsid w:val="007317D5"/>
    <w:rsid w:val="00734812"/>
    <w:rsid w:val="007354E9"/>
    <w:rsid w:val="007356BD"/>
    <w:rsid w:val="00740AF5"/>
    <w:rsid w:val="00743525"/>
    <w:rsid w:val="00744F6A"/>
    <w:rsid w:val="00745555"/>
    <w:rsid w:val="00746028"/>
    <w:rsid w:val="00746649"/>
    <w:rsid w:val="007476A8"/>
    <w:rsid w:val="00750F50"/>
    <w:rsid w:val="007541A2"/>
    <w:rsid w:val="00755818"/>
    <w:rsid w:val="0075602A"/>
    <w:rsid w:val="0076286B"/>
    <w:rsid w:val="00762C0E"/>
    <w:rsid w:val="0076406C"/>
    <w:rsid w:val="007651C4"/>
    <w:rsid w:val="00765ACF"/>
    <w:rsid w:val="00766846"/>
    <w:rsid w:val="0076790E"/>
    <w:rsid w:val="0077218F"/>
    <w:rsid w:val="00773DC0"/>
    <w:rsid w:val="0077427F"/>
    <w:rsid w:val="0077673A"/>
    <w:rsid w:val="00776A8A"/>
    <w:rsid w:val="00777FE5"/>
    <w:rsid w:val="007846E1"/>
    <w:rsid w:val="007847D6"/>
    <w:rsid w:val="00792824"/>
    <w:rsid w:val="00797E05"/>
    <w:rsid w:val="007A0923"/>
    <w:rsid w:val="007A2107"/>
    <w:rsid w:val="007A5172"/>
    <w:rsid w:val="007A67A0"/>
    <w:rsid w:val="007B3D4D"/>
    <w:rsid w:val="007B570C"/>
    <w:rsid w:val="007B6941"/>
    <w:rsid w:val="007C21AA"/>
    <w:rsid w:val="007C2BEC"/>
    <w:rsid w:val="007D0559"/>
    <w:rsid w:val="007D4F89"/>
    <w:rsid w:val="007D5A8D"/>
    <w:rsid w:val="007E1529"/>
    <w:rsid w:val="007E2234"/>
    <w:rsid w:val="007E4A6E"/>
    <w:rsid w:val="007E5059"/>
    <w:rsid w:val="007E6028"/>
    <w:rsid w:val="007F0310"/>
    <w:rsid w:val="007F1CE2"/>
    <w:rsid w:val="007F3BA7"/>
    <w:rsid w:val="007F56A7"/>
    <w:rsid w:val="00800851"/>
    <w:rsid w:val="008008A3"/>
    <w:rsid w:val="0080282D"/>
    <w:rsid w:val="008032C7"/>
    <w:rsid w:val="00804F35"/>
    <w:rsid w:val="00806B1C"/>
    <w:rsid w:val="00807DD0"/>
    <w:rsid w:val="00812B53"/>
    <w:rsid w:val="0082049A"/>
    <w:rsid w:val="00821D01"/>
    <w:rsid w:val="00822B88"/>
    <w:rsid w:val="00825555"/>
    <w:rsid w:val="00826B7B"/>
    <w:rsid w:val="00831B18"/>
    <w:rsid w:val="00831DE9"/>
    <w:rsid w:val="0083274B"/>
    <w:rsid w:val="00833899"/>
    <w:rsid w:val="00836562"/>
    <w:rsid w:val="00837BCC"/>
    <w:rsid w:val="00840ED6"/>
    <w:rsid w:val="0084108D"/>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3119"/>
    <w:rsid w:val="00896E31"/>
    <w:rsid w:val="008970AF"/>
    <w:rsid w:val="008A347D"/>
    <w:rsid w:val="008A3568"/>
    <w:rsid w:val="008A3D6A"/>
    <w:rsid w:val="008A5B22"/>
    <w:rsid w:val="008B04F2"/>
    <w:rsid w:val="008B2021"/>
    <w:rsid w:val="008B70C7"/>
    <w:rsid w:val="008C4A48"/>
    <w:rsid w:val="008C50F3"/>
    <w:rsid w:val="008C65BC"/>
    <w:rsid w:val="008C65E0"/>
    <w:rsid w:val="008C7EFE"/>
    <w:rsid w:val="008D03B9"/>
    <w:rsid w:val="008D30C7"/>
    <w:rsid w:val="008D552B"/>
    <w:rsid w:val="008D63F0"/>
    <w:rsid w:val="008E05B6"/>
    <w:rsid w:val="008E07F5"/>
    <w:rsid w:val="008E1138"/>
    <w:rsid w:val="008E35FA"/>
    <w:rsid w:val="008E4734"/>
    <w:rsid w:val="008E4776"/>
    <w:rsid w:val="008F18D6"/>
    <w:rsid w:val="008F2C9B"/>
    <w:rsid w:val="008F2CCB"/>
    <w:rsid w:val="008F797B"/>
    <w:rsid w:val="009046A6"/>
    <w:rsid w:val="00904780"/>
    <w:rsid w:val="00904FAA"/>
    <w:rsid w:val="0090635B"/>
    <w:rsid w:val="009175C9"/>
    <w:rsid w:val="00917DF8"/>
    <w:rsid w:val="00920DEB"/>
    <w:rsid w:val="00922385"/>
    <w:rsid w:val="009223DF"/>
    <w:rsid w:val="00930357"/>
    <w:rsid w:val="00930B76"/>
    <w:rsid w:val="00930B79"/>
    <w:rsid w:val="00932919"/>
    <w:rsid w:val="00934057"/>
    <w:rsid w:val="00936091"/>
    <w:rsid w:val="009404DC"/>
    <w:rsid w:val="00940D8A"/>
    <w:rsid w:val="009414D7"/>
    <w:rsid w:val="00941DEB"/>
    <w:rsid w:val="00945582"/>
    <w:rsid w:val="009531C1"/>
    <w:rsid w:val="009534BF"/>
    <w:rsid w:val="009556C8"/>
    <w:rsid w:val="00956089"/>
    <w:rsid w:val="009560DD"/>
    <w:rsid w:val="00962258"/>
    <w:rsid w:val="00962C21"/>
    <w:rsid w:val="00964860"/>
    <w:rsid w:val="00965855"/>
    <w:rsid w:val="00966D88"/>
    <w:rsid w:val="009678B7"/>
    <w:rsid w:val="00970D4B"/>
    <w:rsid w:val="00972910"/>
    <w:rsid w:val="00976631"/>
    <w:rsid w:val="009801E3"/>
    <w:rsid w:val="00982198"/>
    <w:rsid w:val="0098426C"/>
    <w:rsid w:val="00984F48"/>
    <w:rsid w:val="009903EF"/>
    <w:rsid w:val="00992D9C"/>
    <w:rsid w:val="009967C7"/>
    <w:rsid w:val="00996CB8"/>
    <w:rsid w:val="00997CCA"/>
    <w:rsid w:val="009A48A2"/>
    <w:rsid w:val="009A4F71"/>
    <w:rsid w:val="009A7A46"/>
    <w:rsid w:val="009B2E97"/>
    <w:rsid w:val="009B310F"/>
    <w:rsid w:val="009B3F75"/>
    <w:rsid w:val="009B5146"/>
    <w:rsid w:val="009B5474"/>
    <w:rsid w:val="009B56E4"/>
    <w:rsid w:val="009B6733"/>
    <w:rsid w:val="009C125E"/>
    <w:rsid w:val="009C418E"/>
    <w:rsid w:val="009C442C"/>
    <w:rsid w:val="009C5284"/>
    <w:rsid w:val="009C7744"/>
    <w:rsid w:val="009D0F0A"/>
    <w:rsid w:val="009D20A1"/>
    <w:rsid w:val="009D38F2"/>
    <w:rsid w:val="009D77D0"/>
    <w:rsid w:val="009E02B4"/>
    <w:rsid w:val="009E07F4"/>
    <w:rsid w:val="009E4912"/>
    <w:rsid w:val="009E7218"/>
    <w:rsid w:val="009E7247"/>
    <w:rsid w:val="009F2042"/>
    <w:rsid w:val="009F2770"/>
    <w:rsid w:val="009F309B"/>
    <w:rsid w:val="009F392E"/>
    <w:rsid w:val="009F427D"/>
    <w:rsid w:val="009F53C5"/>
    <w:rsid w:val="00A0253D"/>
    <w:rsid w:val="00A02DB9"/>
    <w:rsid w:val="00A041DF"/>
    <w:rsid w:val="00A0740E"/>
    <w:rsid w:val="00A15262"/>
    <w:rsid w:val="00A159AC"/>
    <w:rsid w:val="00A167E7"/>
    <w:rsid w:val="00A23688"/>
    <w:rsid w:val="00A256E5"/>
    <w:rsid w:val="00A26B92"/>
    <w:rsid w:val="00A31809"/>
    <w:rsid w:val="00A329B1"/>
    <w:rsid w:val="00A32D6C"/>
    <w:rsid w:val="00A3411F"/>
    <w:rsid w:val="00A358BF"/>
    <w:rsid w:val="00A374FC"/>
    <w:rsid w:val="00A4050F"/>
    <w:rsid w:val="00A41C1F"/>
    <w:rsid w:val="00A50641"/>
    <w:rsid w:val="00A530BF"/>
    <w:rsid w:val="00A6177B"/>
    <w:rsid w:val="00A62F0B"/>
    <w:rsid w:val="00A63B48"/>
    <w:rsid w:val="00A66136"/>
    <w:rsid w:val="00A71189"/>
    <w:rsid w:val="00A7364A"/>
    <w:rsid w:val="00A74AA8"/>
    <w:rsid w:val="00A74DCC"/>
    <w:rsid w:val="00A753ED"/>
    <w:rsid w:val="00A757AD"/>
    <w:rsid w:val="00A77512"/>
    <w:rsid w:val="00A84C4D"/>
    <w:rsid w:val="00A94AD6"/>
    <w:rsid w:val="00A94C2F"/>
    <w:rsid w:val="00A962C7"/>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5B4"/>
    <w:rsid w:val="00AE5DCB"/>
    <w:rsid w:val="00AF151D"/>
    <w:rsid w:val="00AF20AA"/>
    <w:rsid w:val="00AF4A09"/>
    <w:rsid w:val="00B008D5"/>
    <w:rsid w:val="00B02F73"/>
    <w:rsid w:val="00B0619F"/>
    <w:rsid w:val="00B07880"/>
    <w:rsid w:val="00B134D6"/>
    <w:rsid w:val="00B13A26"/>
    <w:rsid w:val="00B13C5A"/>
    <w:rsid w:val="00B15D0D"/>
    <w:rsid w:val="00B22106"/>
    <w:rsid w:val="00B277ED"/>
    <w:rsid w:val="00B32039"/>
    <w:rsid w:val="00B33E5B"/>
    <w:rsid w:val="00B36181"/>
    <w:rsid w:val="00B37552"/>
    <w:rsid w:val="00B429CF"/>
    <w:rsid w:val="00B441A2"/>
    <w:rsid w:val="00B477DA"/>
    <w:rsid w:val="00B52819"/>
    <w:rsid w:val="00B5431A"/>
    <w:rsid w:val="00B60046"/>
    <w:rsid w:val="00B61530"/>
    <w:rsid w:val="00B6234F"/>
    <w:rsid w:val="00B70120"/>
    <w:rsid w:val="00B71CC3"/>
    <w:rsid w:val="00B723C7"/>
    <w:rsid w:val="00B75EE1"/>
    <w:rsid w:val="00B77481"/>
    <w:rsid w:val="00B77C6D"/>
    <w:rsid w:val="00B8009C"/>
    <w:rsid w:val="00B80D2D"/>
    <w:rsid w:val="00B80E53"/>
    <w:rsid w:val="00B8518B"/>
    <w:rsid w:val="00B86933"/>
    <w:rsid w:val="00B971BD"/>
    <w:rsid w:val="00B97CC3"/>
    <w:rsid w:val="00BA2037"/>
    <w:rsid w:val="00BA3937"/>
    <w:rsid w:val="00BA6284"/>
    <w:rsid w:val="00BB0379"/>
    <w:rsid w:val="00BB3CA7"/>
    <w:rsid w:val="00BB4AF2"/>
    <w:rsid w:val="00BB541E"/>
    <w:rsid w:val="00BB5B0E"/>
    <w:rsid w:val="00BB7F53"/>
    <w:rsid w:val="00BC06C4"/>
    <w:rsid w:val="00BC12B5"/>
    <w:rsid w:val="00BC376A"/>
    <w:rsid w:val="00BC65E9"/>
    <w:rsid w:val="00BC6D2B"/>
    <w:rsid w:val="00BD11CE"/>
    <w:rsid w:val="00BD51C4"/>
    <w:rsid w:val="00BD572D"/>
    <w:rsid w:val="00BD7498"/>
    <w:rsid w:val="00BD7E91"/>
    <w:rsid w:val="00BD7F0D"/>
    <w:rsid w:val="00BE3236"/>
    <w:rsid w:val="00BE49F4"/>
    <w:rsid w:val="00BF0C8A"/>
    <w:rsid w:val="00BF17BC"/>
    <w:rsid w:val="00BF2F6F"/>
    <w:rsid w:val="00BF57D9"/>
    <w:rsid w:val="00C005AD"/>
    <w:rsid w:val="00C01E17"/>
    <w:rsid w:val="00C02D0A"/>
    <w:rsid w:val="00C03A6E"/>
    <w:rsid w:val="00C07CB0"/>
    <w:rsid w:val="00C1197B"/>
    <w:rsid w:val="00C12F5A"/>
    <w:rsid w:val="00C12FC0"/>
    <w:rsid w:val="00C13DAE"/>
    <w:rsid w:val="00C1522B"/>
    <w:rsid w:val="00C154A5"/>
    <w:rsid w:val="00C17D66"/>
    <w:rsid w:val="00C21EE4"/>
    <w:rsid w:val="00C21FDC"/>
    <w:rsid w:val="00C226C0"/>
    <w:rsid w:val="00C23EB8"/>
    <w:rsid w:val="00C23F40"/>
    <w:rsid w:val="00C370EE"/>
    <w:rsid w:val="00C4078E"/>
    <w:rsid w:val="00C411AF"/>
    <w:rsid w:val="00C42FE6"/>
    <w:rsid w:val="00C43A07"/>
    <w:rsid w:val="00C44F6A"/>
    <w:rsid w:val="00C540FA"/>
    <w:rsid w:val="00C546C9"/>
    <w:rsid w:val="00C60669"/>
    <w:rsid w:val="00C6198E"/>
    <w:rsid w:val="00C62E4B"/>
    <w:rsid w:val="00C64862"/>
    <w:rsid w:val="00C708EA"/>
    <w:rsid w:val="00C72B26"/>
    <w:rsid w:val="00C73727"/>
    <w:rsid w:val="00C759F1"/>
    <w:rsid w:val="00C75EDD"/>
    <w:rsid w:val="00C7649B"/>
    <w:rsid w:val="00C776E5"/>
    <w:rsid w:val="00C778A5"/>
    <w:rsid w:val="00C8380F"/>
    <w:rsid w:val="00C906B3"/>
    <w:rsid w:val="00C9515F"/>
    <w:rsid w:val="00C95162"/>
    <w:rsid w:val="00C953AC"/>
    <w:rsid w:val="00CA2B3A"/>
    <w:rsid w:val="00CA50B8"/>
    <w:rsid w:val="00CB3151"/>
    <w:rsid w:val="00CB6A37"/>
    <w:rsid w:val="00CB7684"/>
    <w:rsid w:val="00CC4380"/>
    <w:rsid w:val="00CC7C8F"/>
    <w:rsid w:val="00CD1FC4"/>
    <w:rsid w:val="00CD2B30"/>
    <w:rsid w:val="00CD2E13"/>
    <w:rsid w:val="00CE12EE"/>
    <w:rsid w:val="00CE2A4F"/>
    <w:rsid w:val="00CE420A"/>
    <w:rsid w:val="00CE58A6"/>
    <w:rsid w:val="00CE5F6A"/>
    <w:rsid w:val="00CF73A4"/>
    <w:rsid w:val="00CF78C2"/>
    <w:rsid w:val="00D0113E"/>
    <w:rsid w:val="00D019D7"/>
    <w:rsid w:val="00D034A0"/>
    <w:rsid w:val="00D0362E"/>
    <w:rsid w:val="00D03AC3"/>
    <w:rsid w:val="00D03C1F"/>
    <w:rsid w:val="00D10A2D"/>
    <w:rsid w:val="00D139AC"/>
    <w:rsid w:val="00D16891"/>
    <w:rsid w:val="00D1696D"/>
    <w:rsid w:val="00D1751A"/>
    <w:rsid w:val="00D21061"/>
    <w:rsid w:val="00D218E6"/>
    <w:rsid w:val="00D21C8F"/>
    <w:rsid w:val="00D221E1"/>
    <w:rsid w:val="00D245DF"/>
    <w:rsid w:val="00D25D67"/>
    <w:rsid w:val="00D26838"/>
    <w:rsid w:val="00D302E5"/>
    <w:rsid w:val="00D308EE"/>
    <w:rsid w:val="00D3484A"/>
    <w:rsid w:val="00D36C50"/>
    <w:rsid w:val="00D37B14"/>
    <w:rsid w:val="00D4108E"/>
    <w:rsid w:val="00D500B1"/>
    <w:rsid w:val="00D52BA7"/>
    <w:rsid w:val="00D557AA"/>
    <w:rsid w:val="00D56DB1"/>
    <w:rsid w:val="00D57321"/>
    <w:rsid w:val="00D5757D"/>
    <w:rsid w:val="00D6163D"/>
    <w:rsid w:val="00D6259C"/>
    <w:rsid w:val="00D64895"/>
    <w:rsid w:val="00D65443"/>
    <w:rsid w:val="00D7784F"/>
    <w:rsid w:val="00D831A3"/>
    <w:rsid w:val="00D84986"/>
    <w:rsid w:val="00D9084D"/>
    <w:rsid w:val="00D91145"/>
    <w:rsid w:val="00D91EA6"/>
    <w:rsid w:val="00D93210"/>
    <w:rsid w:val="00D97BE3"/>
    <w:rsid w:val="00DA3711"/>
    <w:rsid w:val="00DA7205"/>
    <w:rsid w:val="00DB0497"/>
    <w:rsid w:val="00DB4CD7"/>
    <w:rsid w:val="00DB619A"/>
    <w:rsid w:val="00DC0896"/>
    <w:rsid w:val="00DC3174"/>
    <w:rsid w:val="00DD0C7C"/>
    <w:rsid w:val="00DD46F3"/>
    <w:rsid w:val="00DD63D8"/>
    <w:rsid w:val="00DD7A41"/>
    <w:rsid w:val="00DD7F02"/>
    <w:rsid w:val="00DE0C3B"/>
    <w:rsid w:val="00DE0C9E"/>
    <w:rsid w:val="00DE51A5"/>
    <w:rsid w:val="00DE56F2"/>
    <w:rsid w:val="00DF0B72"/>
    <w:rsid w:val="00DF116D"/>
    <w:rsid w:val="00DF2665"/>
    <w:rsid w:val="00DF651A"/>
    <w:rsid w:val="00DF7C21"/>
    <w:rsid w:val="00E00A24"/>
    <w:rsid w:val="00E01EA1"/>
    <w:rsid w:val="00E035F5"/>
    <w:rsid w:val="00E05573"/>
    <w:rsid w:val="00E135E5"/>
    <w:rsid w:val="00E16FF7"/>
    <w:rsid w:val="00E17484"/>
    <w:rsid w:val="00E17756"/>
    <w:rsid w:val="00E20A91"/>
    <w:rsid w:val="00E22C30"/>
    <w:rsid w:val="00E23814"/>
    <w:rsid w:val="00E24F78"/>
    <w:rsid w:val="00E25595"/>
    <w:rsid w:val="00E26D68"/>
    <w:rsid w:val="00E30090"/>
    <w:rsid w:val="00E308FD"/>
    <w:rsid w:val="00E32F4E"/>
    <w:rsid w:val="00E37347"/>
    <w:rsid w:val="00E40769"/>
    <w:rsid w:val="00E437B0"/>
    <w:rsid w:val="00E44045"/>
    <w:rsid w:val="00E45358"/>
    <w:rsid w:val="00E50858"/>
    <w:rsid w:val="00E60C4A"/>
    <w:rsid w:val="00E618C4"/>
    <w:rsid w:val="00E64245"/>
    <w:rsid w:val="00E67713"/>
    <w:rsid w:val="00E67D40"/>
    <w:rsid w:val="00E7218A"/>
    <w:rsid w:val="00E733C8"/>
    <w:rsid w:val="00E77054"/>
    <w:rsid w:val="00E8058C"/>
    <w:rsid w:val="00E8187E"/>
    <w:rsid w:val="00E84F3D"/>
    <w:rsid w:val="00E878EE"/>
    <w:rsid w:val="00E948C0"/>
    <w:rsid w:val="00EA6EC7"/>
    <w:rsid w:val="00EA7F3A"/>
    <w:rsid w:val="00EB104F"/>
    <w:rsid w:val="00EB152B"/>
    <w:rsid w:val="00EB46E5"/>
    <w:rsid w:val="00EB4ECA"/>
    <w:rsid w:val="00EB5D4D"/>
    <w:rsid w:val="00EB6E2F"/>
    <w:rsid w:val="00EC03BD"/>
    <w:rsid w:val="00EC10AE"/>
    <w:rsid w:val="00EC1CEA"/>
    <w:rsid w:val="00EC2B14"/>
    <w:rsid w:val="00EC3176"/>
    <w:rsid w:val="00ED0703"/>
    <w:rsid w:val="00ED14BD"/>
    <w:rsid w:val="00ED6360"/>
    <w:rsid w:val="00ED650C"/>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2E7B"/>
    <w:rsid w:val="00F1715C"/>
    <w:rsid w:val="00F24E6C"/>
    <w:rsid w:val="00F279D0"/>
    <w:rsid w:val="00F27A26"/>
    <w:rsid w:val="00F30EB4"/>
    <w:rsid w:val="00F310F8"/>
    <w:rsid w:val="00F32148"/>
    <w:rsid w:val="00F35939"/>
    <w:rsid w:val="00F45607"/>
    <w:rsid w:val="00F46000"/>
    <w:rsid w:val="00F46EA7"/>
    <w:rsid w:val="00F4722B"/>
    <w:rsid w:val="00F54432"/>
    <w:rsid w:val="00F55E93"/>
    <w:rsid w:val="00F569C6"/>
    <w:rsid w:val="00F57610"/>
    <w:rsid w:val="00F6113F"/>
    <w:rsid w:val="00F61161"/>
    <w:rsid w:val="00F62556"/>
    <w:rsid w:val="00F64980"/>
    <w:rsid w:val="00F659EB"/>
    <w:rsid w:val="00F66F02"/>
    <w:rsid w:val="00F7046B"/>
    <w:rsid w:val="00F7192A"/>
    <w:rsid w:val="00F749F9"/>
    <w:rsid w:val="00F76F41"/>
    <w:rsid w:val="00F86BA6"/>
    <w:rsid w:val="00F911D1"/>
    <w:rsid w:val="00F91CA0"/>
    <w:rsid w:val="00F92641"/>
    <w:rsid w:val="00F92F06"/>
    <w:rsid w:val="00F95A2C"/>
    <w:rsid w:val="00F966F7"/>
    <w:rsid w:val="00FA2C7D"/>
    <w:rsid w:val="00FA64F2"/>
    <w:rsid w:val="00FB23A2"/>
    <w:rsid w:val="00FB31F6"/>
    <w:rsid w:val="00FB4C0F"/>
    <w:rsid w:val="00FB6342"/>
    <w:rsid w:val="00FC280A"/>
    <w:rsid w:val="00FC6389"/>
    <w:rsid w:val="00FC661E"/>
    <w:rsid w:val="00FC7092"/>
    <w:rsid w:val="00FD2BFA"/>
    <w:rsid w:val="00FD2D86"/>
    <w:rsid w:val="00FD2EA2"/>
    <w:rsid w:val="00FD32B3"/>
    <w:rsid w:val="00FD3413"/>
    <w:rsid w:val="00FD39DE"/>
    <w:rsid w:val="00FD3AF3"/>
    <w:rsid w:val="00FD4743"/>
    <w:rsid w:val="00FD5789"/>
    <w:rsid w:val="00FD6982"/>
    <w:rsid w:val="00FE4333"/>
    <w:rsid w:val="00FE5B72"/>
    <w:rsid w:val="00FE6412"/>
    <w:rsid w:val="00FE6AEC"/>
    <w:rsid w:val="00FE7595"/>
    <w:rsid w:val="00FF08AB"/>
    <w:rsid w:val="00FF13FD"/>
    <w:rsid w:val="00FF2A62"/>
    <w:rsid w:val="00FF49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E115318-1B02-4675-BDA9-722334BAF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158</TotalTime>
  <Pages>39</Pages>
  <Words>16518</Words>
  <Characters>97462</Characters>
  <Application>Microsoft Office Word</Application>
  <DocSecurity>0</DocSecurity>
  <Lines>812</Lines>
  <Paragraphs>227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113753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28</cp:revision>
  <cp:lastPrinted>2019-03-07T14:42:00Z</cp:lastPrinted>
  <dcterms:created xsi:type="dcterms:W3CDTF">2022-08-12T12:17:00Z</dcterms:created>
  <dcterms:modified xsi:type="dcterms:W3CDTF">2023-01-20T12:32:00Z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